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64" w:rsidRDefault="00871C64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871C64" w:rsidRDefault="00B8350A" w:rsidP="00B8350A">
      <w:pPr>
        <w:spacing w:after="0" w:line="360" w:lineRule="auto"/>
        <w:rPr>
          <w:rFonts w:ascii="Times New Roman" w:hAnsi="Times New Roman" w:cs="Times New Roman"/>
        </w:rPr>
      </w:pPr>
      <w:r w:rsidRPr="00014B87">
        <w:rPr>
          <w:b/>
          <w:noProof/>
        </w:rPr>
        <w:drawing>
          <wp:inline distT="0" distB="0" distL="0" distR="0" wp14:anchorId="1C1C0D2B" wp14:editId="7B31FDF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C64" w:rsidRDefault="00871C64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871C64" w:rsidRDefault="00871C64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871C64" w:rsidRDefault="00871C64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871C64" w:rsidRDefault="00871C64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:rsidR="00871C64" w:rsidRDefault="00871C64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871C64" w:rsidRDefault="00871C64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871C64" w:rsidRDefault="00D43012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 компетенции</w:t>
          </w:r>
        </w:p>
        <w:p w:rsidR="00871C64" w:rsidRDefault="00D43012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B802DA">
            <w:rPr>
              <w:rFonts w:ascii="Times New Roman" w:eastAsia="Arial Unicode MS" w:hAnsi="Times New Roman" w:cs="Times New Roman"/>
              <w:sz w:val="56"/>
              <w:szCs w:val="56"/>
            </w:rPr>
            <w:t>Геномная инженерия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871C64" w:rsidRDefault="00871C64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871C64" w:rsidRDefault="00871C64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871C64" w:rsidRDefault="00D43012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871C64" w:rsidRDefault="00871C64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871C64" w:rsidRDefault="00871C64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871C64" w:rsidRDefault="00871C64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871C64" w:rsidRDefault="00871C64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871C64" w:rsidRDefault="00871C64">
      <w:pPr>
        <w:spacing w:after="0" w:line="360" w:lineRule="auto"/>
        <w:rPr>
          <w:rFonts w:ascii="Times New Roman" w:hAnsi="Times New Roman" w:cs="Times New Roman"/>
          <w:lang w:bidi="en-US"/>
        </w:rPr>
      </w:pPr>
      <w:bookmarkStart w:id="0" w:name="_GoBack"/>
      <w:bookmarkEnd w:id="0"/>
    </w:p>
    <w:p w:rsidR="00871C64" w:rsidRDefault="00871C64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871C64" w:rsidRDefault="00871C64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871C64" w:rsidRDefault="00D43012">
      <w:pPr>
        <w:spacing w:after="0" w:line="360" w:lineRule="auto"/>
        <w:jc w:val="center"/>
        <w:rPr>
          <w:rFonts w:ascii="Times New Roman" w:eastAsiaTheme="majorEastAsia" w:hAnsi="Times New Roman" w:cs="Times New Roman"/>
          <w:color w:val="365F91" w:themeColor="accent1" w:themeShade="BF"/>
          <w:sz w:val="24"/>
          <w:szCs w:val="24"/>
        </w:rPr>
      </w:pPr>
      <w:r>
        <w:rPr>
          <w:rFonts w:ascii="Times New Roman" w:hAnsi="Times New Roman" w:cs="Times New Roman"/>
          <w:lang w:bidi="en-US"/>
        </w:rPr>
        <w:t>2023 г.</w:t>
      </w: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871C64" w:rsidRDefault="00D43012">
      <w:pPr>
        <w:pStyle w:val="aff1"/>
        <w:spacing w:before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:rsidR="00871C64" w:rsidRDefault="00D43012">
      <w:pPr>
        <w:pStyle w:val="11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\o "1-3" \h \z \u </w:instrText>
      </w:r>
      <w:r>
        <w:rPr>
          <w:rFonts w:ascii="Times New Roman" w:hAnsi="Times New Roman" w:cs="Times New Roman"/>
        </w:rPr>
        <w:fldChar w:fldCharType="separate"/>
      </w:r>
      <w:hyperlink w:anchor="_Toc507427594" w:tooltip="#_Toc507427594" w:history="1">
        <w:r>
          <w:rPr>
            <w:rStyle w:val="af3"/>
            <w:rFonts w:ascii="Times New Roman" w:hAnsi="Times New Roman" w:cs="Times New Roman"/>
            <w:sz w:val="20"/>
            <w:szCs w:val="20"/>
          </w:rPr>
          <w:t>Программа инструктажа по охране труда и технике безопасности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PAGEREF _Toc507427594 \h </w:instrText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hyperlink>
    </w:p>
    <w:p w:rsidR="00871C64" w:rsidRDefault="00D43012">
      <w:pPr>
        <w:pStyle w:val="11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hyperlink w:anchor="_Toc507427595" w:tooltip="#_Toc507427595" w:history="1">
        <w:r>
          <w:rPr>
            <w:rStyle w:val="af3"/>
            <w:rFonts w:ascii="Times New Roman" w:hAnsi="Times New Roman" w:cs="Times New Roman"/>
            <w:sz w:val="20"/>
            <w:szCs w:val="20"/>
          </w:rPr>
          <w:t xml:space="preserve">Инструкция по охране труда для участников 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PAGEREF _Toc507427595 \h </w:instrText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hyperlink>
    </w:p>
    <w:p w:rsidR="00871C64" w:rsidRDefault="00D43012">
      <w:pPr>
        <w:pStyle w:val="23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sz w:val="20"/>
          <w:szCs w:val="20"/>
        </w:rPr>
      </w:pPr>
      <w:hyperlink w:anchor="_Toc507427596" w:tooltip="#_Toc507427596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1.Общие требования охраны труда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i/>
            <w:sz w:val="20"/>
            <w:szCs w:val="20"/>
          </w:rPr>
          <w:instrText xml:space="preserve"> PAGEREF _Toc507427596 \h </w:instrText>
        </w:r>
        <w:r>
          <w:rPr>
            <w:rFonts w:ascii="Times New Roman" w:hAnsi="Times New Roman" w:cs="Times New Roman"/>
            <w:i/>
            <w:sz w:val="20"/>
            <w:szCs w:val="20"/>
          </w:rPr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hyperlink>
    </w:p>
    <w:p w:rsidR="00871C64" w:rsidRDefault="00D43012">
      <w:pPr>
        <w:pStyle w:val="23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sz w:val="20"/>
          <w:szCs w:val="20"/>
        </w:rPr>
      </w:pPr>
      <w:hyperlink w:anchor="_Toc507427597" w:tooltip="#_Toc507427597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2.Требования охраны тр</w:t>
        </w:r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уда перед началом работы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i/>
            <w:sz w:val="20"/>
            <w:szCs w:val="20"/>
          </w:rPr>
          <w:instrText xml:space="preserve"> PAGEREF _Toc507427597 \h </w:instrText>
        </w:r>
        <w:r>
          <w:rPr>
            <w:rFonts w:ascii="Times New Roman" w:hAnsi="Times New Roman" w:cs="Times New Roman"/>
            <w:i/>
            <w:sz w:val="20"/>
            <w:szCs w:val="20"/>
          </w:rPr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hyperlink>
    </w:p>
    <w:p w:rsidR="00871C64" w:rsidRDefault="00D43012">
      <w:pPr>
        <w:pStyle w:val="23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sz w:val="20"/>
          <w:szCs w:val="20"/>
        </w:rPr>
      </w:pPr>
      <w:hyperlink w:anchor="_Toc507427598" w:tooltip="#_Toc507427598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3.Требования охраны труда во время работы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i/>
            <w:sz w:val="20"/>
            <w:szCs w:val="20"/>
          </w:rPr>
          <w:instrText xml:space="preserve"> PAGEREF _Toc507427598 \h </w:instrText>
        </w:r>
        <w:r>
          <w:rPr>
            <w:rFonts w:ascii="Times New Roman" w:hAnsi="Times New Roman" w:cs="Times New Roman"/>
            <w:i/>
            <w:sz w:val="20"/>
            <w:szCs w:val="20"/>
          </w:rPr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hyperlink>
    </w:p>
    <w:p w:rsidR="00871C64" w:rsidRDefault="00D43012">
      <w:pPr>
        <w:pStyle w:val="23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sz w:val="20"/>
          <w:szCs w:val="20"/>
        </w:rPr>
      </w:pPr>
      <w:hyperlink w:anchor="_Toc507427599" w:tooltip="#_Toc507427599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4. Требования охраны труда в аварийных ситуациях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i/>
            <w:sz w:val="20"/>
            <w:szCs w:val="20"/>
          </w:rPr>
          <w:instrText xml:space="preserve"> PAGEREF _Toc507427599 \h </w:instrText>
        </w:r>
        <w:r>
          <w:rPr>
            <w:rFonts w:ascii="Times New Roman" w:hAnsi="Times New Roman" w:cs="Times New Roman"/>
            <w:i/>
            <w:sz w:val="20"/>
            <w:szCs w:val="20"/>
          </w:rPr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hyperlink>
    </w:p>
    <w:p w:rsidR="00871C64" w:rsidRDefault="00D43012">
      <w:pPr>
        <w:pStyle w:val="23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i/>
          <w:sz w:val="20"/>
          <w:szCs w:val="20"/>
        </w:rPr>
      </w:pPr>
      <w:hyperlink w:anchor="_Toc507427600" w:tooltip="#_Toc507427600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5.Требование охраны труда по окончании работ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i/>
            <w:sz w:val="20"/>
            <w:szCs w:val="20"/>
          </w:rPr>
          <w:instrText xml:space="preserve"> PAGEREF _Toc507427600 \h </w:instrText>
        </w:r>
        <w:r>
          <w:rPr>
            <w:rFonts w:ascii="Times New Roman" w:hAnsi="Times New Roman" w:cs="Times New Roman"/>
            <w:i/>
            <w:sz w:val="20"/>
            <w:szCs w:val="20"/>
          </w:rPr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hyperlink>
    </w:p>
    <w:p w:rsidR="00871C64" w:rsidRDefault="00D43012">
      <w:pPr>
        <w:pStyle w:val="11"/>
        <w:tabs>
          <w:tab w:val="right" w:leader="dot" w:pos="9911"/>
        </w:tabs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hyperlink w:anchor="_Toc507427601" w:tooltip="#_Toc507427601" w:history="1">
        <w:r>
          <w:rPr>
            <w:rStyle w:val="af3"/>
            <w:rFonts w:ascii="Times New Roman" w:hAnsi="Times New Roman" w:cs="Times New Roman"/>
            <w:sz w:val="20"/>
            <w:szCs w:val="20"/>
          </w:rPr>
          <w:t>Ин</w:t>
        </w:r>
        <w:r>
          <w:rPr>
            <w:rStyle w:val="af3"/>
            <w:rFonts w:ascii="Times New Roman" w:hAnsi="Times New Roman" w:cs="Times New Roman"/>
            <w:sz w:val="20"/>
            <w:szCs w:val="20"/>
          </w:rPr>
          <w:t>струкция по охране труда для экспертов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PAGEREF _Toc507427601 \h </w:instrText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hyperlink>
    </w:p>
    <w:p w:rsidR="00871C64" w:rsidRDefault="00D43012">
      <w:pPr>
        <w:pStyle w:val="1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hyperlink w:anchor="_Toc507427602" w:tooltip="#_Toc507427602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1.Общие требования охраны труда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PAGEREF _Toc507427602 \h </w:instrText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hyperlink>
    </w:p>
    <w:p w:rsidR="00871C64" w:rsidRDefault="00D43012">
      <w:pPr>
        <w:pStyle w:val="1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hyperlink w:anchor="_Toc507427603" w:tooltip="#_Toc507427603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2.Требования охраны труда перед началом работы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PAGEREF _Toc507427603 \h </w:instrText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hyperlink>
    </w:p>
    <w:p w:rsidR="00871C64" w:rsidRDefault="00D43012">
      <w:pPr>
        <w:pStyle w:val="1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hyperlink w:anchor="_Toc507427604" w:tooltip="#_Toc507427604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3.Требования охр</w:t>
        </w:r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аны труда во время работы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PAGEREF _Toc507427604 \h </w:instrText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hyperlink>
    </w:p>
    <w:p w:rsidR="00871C64" w:rsidRDefault="00D43012">
      <w:pPr>
        <w:pStyle w:val="1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hyperlink w:anchor="_Toc507427605" w:tooltip="#_Toc507427605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4. Требования охраны труда в аварийных ситуациях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PAGEREF _Toc507427605 \h </w:instrText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hyperlink>
    </w:p>
    <w:p w:rsidR="00871C64" w:rsidRDefault="00D43012">
      <w:pPr>
        <w:pStyle w:val="11"/>
        <w:tabs>
          <w:tab w:val="right" w:leader="dot" w:pos="9911"/>
        </w:tabs>
        <w:spacing w:line="360" w:lineRule="auto"/>
        <w:ind w:left="567"/>
        <w:rPr>
          <w:rFonts w:ascii="Times New Roman" w:eastAsia="Times New Roman" w:hAnsi="Times New Roman" w:cs="Times New Roman"/>
        </w:rPr>
      </w:pPr>
      <w:hyperlink w:anchor="_Toc507427606" w:tooltip="#_Toc507427606" w:history="1">
        <w:r>
          <w:rPr>
            <w:rStyle w:val="af3"/>
            <w:rFonts w:ascii="Times New Roman" w:hAnsi="Times New Roman" w:cs="Times New Roman"/>
            <w:i/>
            <w:sz w:val="20"/>
            <w:szCs w:val="20"/>
          </w:rPr>
          <w:t>5.Требование охраны труда по окончании работ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PAGEREF _Toc507427606 \h </w:instrText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07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hyperlink>
    </w:p>
    <w:p w:rsidR="00871C64" w:rsidRDefault="00D43012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fldChar w:fldCharType="end"/>
      </w:r>
    </w:p>
    <w:p w:rsidR="00871C64" w:rsidRDefault="00871C64">
      <w:pPr>
        <w:rPr>
          <w:rFonts w:ascii="Times New Roman" w:hAnsi="Times New Roman" w:cs="Times New Roman"/>
        </w:rPr>
      </w:pPr>
    </w:p>
    <w:p w:rsidR="00871C64" w:rsidRDefault="00D43012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bookmarkStart w:id="1" w:name="_Toc507427594"/>
      <w:r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:rsidR="00871C64" w:rsidRDefault="00871C64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:rsidR="00B802DA" w:rsidRPr="00B802DA" w:rsidRDefault="00B802DA" w:rsidP="00B80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</w:r>
    </w:p>
    <w:p w:rsidR="00B802DA" w:rsidRPr="00B802DA" w:rsidRDefault="00B802DA" w:rsidP="00B80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2. Время начала и окончания проведения конкурсных заданий, нахождение посторонних лиц на площадке. </w:t>
      </w:r>
    </w:p>
    <w:p w:rsidR="00B802DA" w:rsidRPr="00B802DA" w:rsidRDefault="00B802DA" w:rsidP="00B80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3. Контроль требований охраны труда участниками и экспертами. Штрафные баллы за нарушение требований охраны труда. </w:t>
      </w:r>
    </w:p>
    <w:p w:rsidR="00B802DA" w:rsidRPr="00B802DA" w:rsidRDefault="00B802DA" w:rsidP="00B80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4. Вредные и опасные факторы во время выполнения конкурсных заданий и нахождения на территории проведения конкурса. </w:t>
      </w:r>
    </w:p>
    <w:p w:rsidR="00B802DA" w:rsidRPr="00B802DA" w:rsidRDefault="00B802DA" w:rsidP="00B80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 </w:t>
      </w:r>
    </w:p>
    <w:p w:rsidR="00B802DA" w:rsidRPr="00B802DA" w:rsidRDefault="00B802DA" w:rsidP="00B80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6. Основные требования санитарии и личной гигиены. </w:t>
      </w:r>
    </w:p>
    <w:p w:rsidR="00B802DA" w:rsidRPr="00B802DA" w:rsidRDefault="00B802DA" w:rsidP="00B80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7. Средства индивидуальной и коллективной защиты, необходимость их использования. </w:t>
      </w:r>
    </w:p>
    <w:p w:rsidR="00B802DA" w:rsidRPr="00B802DA" w:rsidRDefault="00B802DA" w:rsidP="00B80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8. Порядок действий при плохом самочувствии или получении травмы. Правила оказания первой помощи. </w:t>
      </w:r>
    </w:p>
    <w:p w:rsidR="00871C64" w:rsidRDefault="00B802DA" w:rsidP="00B80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871C64" w:rsidRDefault="00D43012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 w:clear="all"/>
      </w:r>
    </w:p>
    <w:p w:rsidR="00871C64" w:rsidRDefault="00D43012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_Toc507427595"/>
      <w:r>
        <w:rPr>
          <w:rFonts w:ascii="Times New Roman" w:hAnsi="Times New Roman" w:cs="Times New Roman"/>
          <w:sz w:val="28"/>
          <w:szCs w:val="28"/>
        </w:rPr>
        <w:lastRenderedPageBreak/>
        <w:t xml:space="preserve">Инструкция по охране труда для участников </w:t>
      </w:r>
      <w:bookmarkEnd w:id="2"/>
    </w:p>
    <w:p w:rsidR="00871C64" w:rsidRDefault="00871C64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:rsidR="00871C64" w:rsidRDefault="00D43012">
      <w:pPr>
        <w:pStyle w:val="2"/>
        <w:spacing w:before="120"/>
        <w:rPr>
          <w:rFonts w:ascii="Times New Roman" w:hAnsi="Times New Roman" w:cs="Times New Roman"/>
          <w:smallCaps/>
          <w:sz w:val="24"/>
          <w:szCs w:val="24"/>
        </w:rPr>
      </w:pPr>
      <w:bookmarkStart w:id="3" w:name="_Toc507427596"/>
      <w:r>
        <w:rPr>
          <w:rFonts w:ascii="Times New Roman" w:hAnsi="Times New Roman" w:cs="Times New Roman"/>
          <w:smallCaps/>
          <w:sz w:val="24"/>
          <w:szCs w:val="24"/>
        </w:rPr>
        <w:t>1.Общие требования охраны труда</w:t>
      </w:r>
      <w:bookmarkEnd w:id="3"/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507427597"/>
      <w:r w:rsidRPr="00B802DA">
        <w:rPr>
          <w:rFonts w:ascii="Times New Roman" w:hAnsi="Times New Roman" w:cs="Times New Roman"/>
          <w:sz w:val="28"/>
          <w:szCs w:val="28"/>
        </w:rPr>
        <w:t>1.1. К самостоятельному выполнению конкурсных заданий в Компетенции «Геномная инженерия»  допускаются участники не моложе 16 лет: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 прошедшие инструктаж по охране труда по «Программе инструктажа по охране труда и технике безопасности»;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802DA"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 w:rsidRPr="00B802DA">
        <w:rPr>
          <w:rFonts w:ascii="Times New Roman" w:hAnsi="Times New Roman" w:cs="Times New Roman"/>
          <w:sz w:val="28"/>
          <w:szCs w:val="28"/>
        </w:rPr>
        <w:t xml:space="preserve"> с инструкцией по охране труда;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 имеющие необходимые навыки по эксплуатации инструмента, приспособлений, совместной работы на оборудовании;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 не имеющие противопоказаний к выполнению конкурсных заданий по состоянию здоровья.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 не заходить за ограждения и в технические помещения;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 соблюдать личную гигиену;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задания.</w:t>
      </w:r>
    </w:p>
    <w:p w:rsidR="00871C64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1.3. Участник для выполнения конкурсного задания использует инструмент: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B802DA" w:rsidRPr="00B17F87" w:rsidTr="00B802DA">
        <w:trPr>
          <w:trHeight w:val="240"/>
          <w:jc w:val="center"/>
        </w:trPr>
        <w:tc>
          <w:tcPr>
            <w:tcW w:w="9286" w:type="dxa"/>
            <w:gridSpan w:val="2"/>
          </w:tcPr>
          <w:p w:rsidR="00B802DA" w:rsidRPr="00B17F87" w:rsidRDefault="00B802DA" w:rsidP="00A3248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Наименование инструмента</w:t>
            </w:r>
          </w:p>
        </w:tc>
      </w:tr>
      <w:tr w:rsidR="00B802DA" w:rsidRPr="00B17F87" w:rsidTr="00B802DA">
        <w:trPr>
          <w:trHeight w:val="244"/>
          <w:jc w:val="center"/>
        </w:trPr>
        <w:tc>
          <w:tcPr>
            <w:tcW w:w="4643" w:type="dxa"/>
          </w:tcPr>
          <w:p w:rsidR="00B802DA" w:rsidRPr="00B17F87" w:rsidRDefault="00B802DA" w:rsidP="00A3248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использует самостоятельно</w:t>
            </w:r>
          </w:p>
        </w:tc>
        <w:tc>
          <w:tcPr>
            <w:tcW w:w="4643" w:type="dxa"/>
          </w:tcPr>
          <w:p w:rsidR="00B802DA" w:rsidRPr="00B17F87" w:rsidRDefault="00B802DA" w:rsidP="00A3248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B802DA" w:rsidRPr="00B17F87" w:rsidTr="00B802DA">
        <w:trPr>
          <w:trHeight w:val="244"/>
          <w:jc w:val="center"/>
        </w:trPr>
        <w:tc>
          <w:tcPr>
            <w:tcW w:w="4643" w:type="dxa"/>
          </w:tcPr>
          <w:p w:rsidR="00B802DA" w:rsidRPr="00B17F87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Шпатели для реактивов</w:t>
            </w:r>
          </w:p>
        </w:tc>
        <w:tc>
          <w:tcPr>
            <w:tcW w:w="4643" w:type="dxa"/>
          </w:tcPr>
          <w:p w:rsidR="00B802DA" w:rsidRPr="00B17F87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802DA" w:rsidRPr="00B17F87" w:rsidTr="00B802DA">
        <w:trPr>
          <w:trHeight w:val="244"/>
          <w:jc w:val="center"/>
        </w:trPr>
        <w:tc>
          <w:tcPr>
            <w:tcW w:w="4643" w:type="dxa"/>
          </w:tcPr>
          <w:p w:rsidR="00B802DA" w:rsidRPr="00B17F87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Штатив для </w:t>
            </w:r>
            <w:proofErr w:type="spellStart"/>
            <w:r w:rsidRPr="00B17F8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микропробирок</w:t>
            </w:r>
            <w:proofErr w:type="spellEnd"/>
          </w:p>
        </w:tc>
        <w:tc>
          <w:tcPr>
            <w:tcW w:w="4643" w:type="dxa"/>
          </w:tcPr>
          <w:p w:rsidR="00B802DA" w:rsidRPr="00B17F87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802DA" w:rsidRPr="00B17F87" w:rsidTr="00B802DA">
        <w:trPr>
          <w:trHeight w:val="244"/>
          <w:jc w:val="center"/>
        </w:trPr>
        <w:tc>
          <w:tcPr>
            <w:tcW w:w="4643" w:type="dxa"/>
          </w:tcPr>
          <w:p w:rsidR="00B802DA" w:rsidRPr="00B17F87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Бактериальные петли </w:t>
            </w:r>
          </w:p>
        </w:tc>
        <w:tc>
          <w:tcPr>
            <w:tcW w:w="4643" w:type="dxa"/>
          </w:tcPr>
          <w:p w:rsidR="00B802DA" w:rsidRPr="00B17F87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1.4. Участник для выполнения конкурсного задания использует оборудование: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1"/>
        <w:gridCol w:w="4651"/>
      </w:tblGrid>
      <w:tr w:rsidR="00B802DA" w:rsidRPr="00340886" w:rsidTr="00B802DA">
        <w:trPr>
          <w:trHeight w:val="525"/>
          <w:jc w:val="center"/>
        </w:trPr>
        <w:tc>
          <w:tcPr>
            <w:tcW w:w="9302" w:type="dxa"/>
            <w:gridSpan w:val="2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</w:p>
          <w:p w:rsidR="00B802DA" w:rsidRPr="00CA63E6" w:rsidRDefault="00B802DA" w:rsidP="00A3248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A63E6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Наименование оборудования</w:t>
            </w: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A63E6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использует самостоятельно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A63E6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t>Ламинарны</w:t>
            </w:r>
            <w:r>
              <w:rPr>
                <w:rFonts w:ascii="Times New Roman" w:hAnsi="Times New Roman" w:cs="Times New Roman"/>
                <w:color w:val="auto"/>
              </w:rPr>
              <w:t>й</w:t>
            </w:r>
            <w:r w:rsidRPr="00CA63E6">
              <w:rPr>
                <w:rFonts w:ascii="Times New Roman" w:hAnsi="Times New Roman" w:cs="Times New Roman"/>
                <w:color w:val="auto"/>
              </w:rPr>
              <w:t xml:space="preserve"> бокс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t xml:space="preserve">Амплификатор  </w:t>
            </w:r>
            <w:r>
              <w:rPr>
                <w:rFonts w:ascii="Times New Roman" w:hAnsi="Times New Roman" w:cs="Times New Roman"/>
                <w:color w:val="auto"/>
              </w:rPr>
              <w:t xml:space="preserve"> с </w:t>
            </w:r>
            <w:r w:rsidRPr="00CA63E6">
              <w:rPr>
                <w:rFonts w:ascii="Times New Roman" w:hAnsi="Times New Roman" w:cs="Times New Roman"/>
                <w:color w:val="auto"/>
              </w:rPr>
              <w:t>независимыми блоками</w:t>
            </w: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Центрифуга-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вортекс</w:t>
            </w:r>
            <w:proofErr w:type="spellEnd"/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Система 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гель-документации</w:t>
            </w:r>
            <w:proofErr w:type="gramEnd"/>
            <w:r w:rsidRPr="00CA63E6">
              <w:rPr>
                <w:rFonts w:ascii="Times New Roman" w:hAnsi="Times New Roman" w:cs="Times New Roman"/>
                <w:color w:val="auto"/>
                <w:lang w:val="en-US"/>
              </w:rPr>
              <w:t xml:space="preserve">  </w:t>
            </w:r>
          </w:p>
        </w:tc>
      </w:tr>
      <w:tr w:rsidR="00B802DA" w:rsidRPr="00284AB0" w:rsidTr="00B802DA">
        <w:trPr>
          <w:trHeight w:val="247"/>
          <w:jc w:val="center"/>
        </w:trPr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t xml:space="preserve">Твердотельный термостат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651" w:type="dxa"/>
          </w:tcPr>
          <w:p w:rsidR="00B802DA" w:rsidRPr="009C4523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9C4523">
              <w:rPr>
                <w:rFonts w:ascii="Times New Roman" w:hAnsi="Times New Roman" w:cs="Times New Roman"/>
                <w:color w:val="auto"/>
              </w:rPr>
              <w:t>Трансиллюминатор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B802DA" w:rsidRPr="00D76BE0" w:rsidTr="00B802DA">
        <w:trPr>
          <w:trHeight w:val="247"/>
          <w:jc w:val="center"/>
        </w:trPr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CA63E6">
              <w:rPr>
                <w:rFonts w:ascii="Times New Roman" w:hAnsi="Times New Roman" w:cs="Times New Roman"/>
                <w:color w:val="auto"/>
              </w:rPr>
              <w:t>Микроцентрифуга</w:t>
            </w:r>
            <w:proofErr w:type="spellEnd"/>
            <w:r w:rsidRPr="00CA63E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A63E6">
              <w:rPr>
                <w:rFonts w:ascii="Times New Roman" w:hAnsi="Times New Roman" w:cs="Times New Roman"/>
                <w:color w:val="auto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A63E6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Бактерицидный облучатель</w:t>
            </w:r>
          </w:p>
        </w:tc>
      </w:tr>
      <w:tr w:rsidR="00B802DA" w:rsidRPr="000B3A1E" w:rsidTr="00B802DA">
        <w:trPr>
          <w:trHeight w:val="247"/>
          <w:jc w:val="center"/>
        </w:trPr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Система </w:t>
            </w:r>
            <w:r w:rsidRPr="00CA63E6">
              <w:rPr>
                <w:rFonts w:ascii="Times New Roman" w:hAnsi="Times New Roman" w:cs="Times New Roman"/>
                <w:color w:val="auto"/>
              </w:rPr>
              <w:t xml:space="preserve">для горизонтального 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гель-</w:t>
            </w:r>
            <w:r w:rsidRPr="00CA63E6">
              <w:rPr>
                <w:rFonts w:ascii="Times New Roman" w:hAnsi="Times New Roman" w:cs="Times New Roman"/>
                <w:color w:val="auto"/>
              </w:rPr>
              <w:t>электрофореза</w:t>
            </w:r>
            <w:proofErr w:type="gramEnd"/>
            <w:r w:rsidRPr="00CA63E6">
              <w:rPr>
                <w:rFonts w:ascii="Times New Roman" w:hAnsi="Times New Roman" w:cs="Times New Roman"/>
                <w:color w:val="auto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</w:rPr>
              <w:t>камера, источник питания</w:t>
            </w:r>
            <w:r w:rsidRPr="00CA63E6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Дистиллятор с емкостью для хранения воды</w:t>
            </w: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t xml:space="preserve">Низкотемпературная морозильная  установка 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Шкаф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сухожаровый</w:t>
            </w:r>
            <w:proofErr w:type="spellEnd"/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t xml:space="preserve">Шейкер инкубатор </w:t>
            </w:r>
            <w:r w:rsidRPr="00CA63E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1D39FD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Автоматические пипетки переменного объема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1D39FD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Холодильник с морозильником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1D39FD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D39FD">
              <w:rPr>
                <w:rFonts w:ascii="Times New Roman" w:hAnsi="Times New Roman" w:cs="Times New Roman"/>
                <w:color w:val="auto"/>
              </w:rPr>
              <w:t>Льдогенератор</w:t>
            </w:r>
            <w:proofErr w:type="spellEnd"/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1D39FD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Термостат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1D39FD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Спектрофотометр кюветный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1D39FD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Микроволновая печь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1D39FD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Амплификатор на 16 пробирок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1D39FD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Магнитная мешалка одноместная с нагревом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1D39FD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Штатив-подставка для пипеток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Штатив для пробирок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Спиртовка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2DA" w:rsidRPr="00340886" w:rsidTr="00B802DA">
        <w:trPr>
          <w:trHeight w:val="247"/>
          <w:jc w:val="center"/>
        </w:trPr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В</w:t>
            </w:r>
            <w:r w:rsidRPr="00CA63E6">
              <w:rPr>
                <w:rFonts w:ascii="Times New Roman" w:hAnsi="Times New Roman" w:cs="Times New Roman"/>
                <w:color w:val="auto"/>
              </w:rPr>
              <w:t>есы</w:t>
            </w:r>
            <w:r>
              <w:rPr>
                <w:rFonts w:ascii="Times New Roman" w:hAnsi="Times New Roman" w:cs="Times New Roman"/>
                <w:color w:val="auto"/>
              </w:rPr>
              <w:t xml:space="preserve"> электронные</w:t>
            </w:r>
          </w:p>
        </w:tc>
        <w:tc>
          <w:tcPr>
            <w:tcW w:w="4651" w:type="dxa"/>
          </w:tcPr>
          <w:p w:rsidR="00B802DA" w:rsidRPr="00CA63E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677"/>
      </w:tblGrid>
      <w:tr w:rsidR="00B802DA" w:rsidRPr="00467A6A" w:rsidTr="00B802DA">
        <w:trPr>
          <w:trHeight w:val="518"/>
          <w:jc w:val="center"/>
        </w:trPr>
        <w:tc>
          <w:tcPr>
            <w:tcW w:w="9286" w:type="dxa"/>
            <w:gridSpan w:val="2"/>
          </w:tcPr>
          <w:p w:rsidR="00B802DA" w:rsidRPr="00467A6A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802DA" w:rsidRPr="00467A6A" w:rsidRDefault="00B802DA" w:rsidP="00A3248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67A6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Наименование лабораторных материалов и реагентов</w:t>
            </w: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</w:tcPr>
          <w:p w:rsidR="00B802DA" w:rsidRPr="009C4523" w:rsidRDefault="00B802DA" w:rsidP="00A3248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использует самостоятельно</w:t>
            </w:r>
          </w:p>
        </w:tc>
        <w:tc>
          <w:tcPr>
            <w:tcW w:w="4677" w:type="dxa"/>
          </w:tcPr>
          <w:p w:rsidR="00B802DA" w:rsidRPr="009C4523" w:rsidRDefault="00B802DA" w:rsidP="00A3248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использует под наблюдением эксперта или назначенного ответственного лица старше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18 л</w:t>
            </w:r>
            <w:r w:rsidRPr="009C452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ет:</w:t>
            </w: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</w:tcPr>
          <w:p w:rsidR="00B802DA" w:rsidRPr="009C4523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Контейнер для использованных наконечников</w:t>
            </w:r>
          </w:p>
        </w:tc>
        <w:tc>
          <w:tcPr>
            <w:tcW w:w="4677" w:type="dxa"/>
            <w:vAlign w:val="bottom"/>
          </w:tcPr>
          <w:p w:rsidR="00B802DA" w:rsidRPr="009C4523" w:rsidRDefault="00B802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Смесь для ПЦР с «горячим стартом»</w:t>
            </w: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</w:tcPr>
          <w:p w:rsidR="00B802DA" w:rsidRPr="009C4523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Стерильные чашки Петри</w:t>
            </w:r>
          </w:p>
        </w:tc>
        <w:tc>
          <w:tcPr>
            <w:tcW w:w="4677" w:type="dxa"/>
            <w:vAlign w:val="bottom"/>
          </w:tcPr>
          <w:p w:rsidR="00B802DA" w:rsidRPr="009C4523" w:rsidRDefault="00B802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>
              <w:rPr>
                <w:rFonts w:ascii="Times New Roman" w:hAnsi="Times New Roman" w:cs="Times New Roman"/>
              </w:rPr>
              <w:t>праймеров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ПЦР</w:t>
            </w: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</w:tcPr>
          <w:p w:rsidR="00B802DA" w:rsidRPr="009C4523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Конические колбы, стаканы, мерные цилиндры</w:t>
            </w:r>
          </w:p>
        </w:tc>
        <w:tc>
          <w:tcPr>
            <w:tcW w:w="4677" w:type="dxa"/>
          </w:tcPr>
          <w:p w:rsidR="00B802DA" w:rsidRPr="002756E4" w:rsidRDefault="00B802DA" w:rsidP="00B802D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Эндонуклеаз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рестрикции</w:t>
            </w: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</w:tcPr>
          <w:p w:rsidR="00B802DA" w:rsidRPr="009C4523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Чашки Петри, пробирки, наконечники универсальные и с фильтром</w:t>
            </w:r>
          </w:p>
        </w:tc>
        <w:tc>
          <w:tcPr>
            <w:tcW w:w="4677" w:type="dxa"/>
          </w:tcPr>
          <w:p w:rsidR="00B802DA" w:rsidRPr="009C4523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Спирт для спиртовки</w:t>
            </w: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</w:tcPr>
          <w:p w:rsidR="00B802DA" w:rsidRPr="009C4523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Вода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очищенная без нуклеаз</w:t>
            </w:r>
          </w:p>
        </w:tc>
        <w:tc>
          <w:tcPr>
            <w:tcW w:w="4677" w:type="dxa"/>
          </w:tcPr>
          <w:p w:rsidR="00B802DA" w:rsidRPr="009C4523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Этидий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бромид</w:t>
            </w: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</w:tcPr>
          <w:p w:rsidR="00B802DA" w:rsidRPr="00825756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Среда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LB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агаризованная</w:t>
            </w:r>
            <w:proofErr w:type="spellEnd"/>
          </w:p>
        </w:tc>
        <w:tc>
          <w:tcPr>
            <w:tcW w:w="4677" w:type="dxa"/>
          </w:tcPr>
          <w:p w:rsidR="00B802DA" w:rsidRPr="002756E4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Осадок бактериальной культуры</w:t>
            </w:r>
            <w:r w:rsidRPr="002756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EA67D1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>E</w:t>
            </w:r>
            <w:r w:rsidRPr="00EA67D1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  <w:r w:rsidRPr="00EA67D1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>coli</w:t>
            </w: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</w:tcPr>
          <w:p w:rsidR="00B802DA" w:rsidRPr="009C4523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Ампициллин</w:t>
            </w:r>
          </w:p>
        </w:tc>
        <w:tc>
          <w:tcPr>
            <w:tcW w:w="4677" w:type="dxa"/>
            <w:vAlign w:val="bottom"/>
          </w:tcPr>
          <w:p w:rsidR="00B802DA" w:rsidRPr="009C4523" w:rsidRDefault="00B802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Образец плазмидной ДНК</w:t>
            </w:r>
          </w:p>
        </w:tc>
      </w:tr>
      <w:tr w:rsidR="00B802DA" w:rsidRPr="00467A6A" w:rsidTr="00B802DA">
        <w:trPr>
          <w:trHeight w:val="139"/>
          <w:jc w:val="center"/>
        </w:trPr>
        <w:tc>
          <w:tcPr>
            <w:tcW w:w="4609" w:type="dxa"/>
            <w:vAlign w:val="bottom"/>
          </w:tcPr>
          <w:p w:rsidR="00B802DA" w:rsidRPr="009C4523" w:rsidRDefault="00B802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Маркеры длины ДНК</w:t>
            </w:r>
          </w:p>
        </w:tc>
        <w:tc>
          <w:tcPr>
            <w:tcW w:w="4677" w:type="dxa"/>
            <w:vAlign w:val="bottom"/>
          </w:tcPr>
          <w:p w:rsidR="00B802DA" w:rsidRPr="002756E4" w:rsidRDefault="00B802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Образец музейной культуры </w:t>
            </w:r>
            <w:r w:rsidRPr="00EA67D1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EA67D1">
              <w:rPr>
                <w:rFonts w:ascii="Times New Roman" w:hAnsi="Times New Roman" w:cs="Times New Roman"/>
                <w:i/>
              </w:rPr>
              <w:t>.</w:t>
            </w:r>
            <w:r w:rsidRPr="00EA67D1">
              <w:rPr>
                <w:rFonts w:ascii="Times New Roman" w:hAnsi="Times New Roman" w:cs="Times New Roman"/>
                <w:i/>
                <w:lang w:val="en-US"/>
              </w:rPr>
              <w:t>coli</w:t>
            </w:r>
          </w:p>
        </w:tc>
      </w:tr>
      <w:tr w:rsidR="00B802DA" w:rsidRPr="00467A6A" w:rsidTr="00B802DA">
        <w:trPr>
          <w:trHeight w:val="70"/>
          <w:jc w:val="center"/>
        </w:trPr>
        <w:tc>
          <w:tcPr>
            <w:tcW w:w="4609" w:type="dxa"/>
            <w:vAlign w:val="bottom"/>
          </w:tcPr>
          <w:p w:rsidR="00B802DA" w:rsidRPr="009C4523" w:rsidRDefault="00B802DA" w:rsidP="00A324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Парафильм</w:t>
            </w:r>
            <w:proofErr w:type="spellEnd"/>
          </w:p>
        </w:tc>
        <w:tc>
          <w:tcPr>
            <w:tcW w:w="4677" w:type="dxa"/>
            <w:vAlign w:val="bottom"/>
          </w:tcPr>
          <w:p w:rsidR="00B802DA" w:rsidRPr="002756E4" w:rsidRDefault="00B802DA" w:rsidP="00A32485">
            <w:pPr>
              <w:rPr>
                <w:rFonts w:ascii="Times New Roman" w:hAnsi="Times New Roman" w:cs="Times New Roman"/>
              </w:rPr>
            </w:pP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  <w:vAlign w:val="bottom"/>
          </w:tcPr>
          <w:p w:rsidR="00B802DA" w:rsidRPr="009C4523" w:rsidRDefault="00B802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для выделения ДНК</w:t>
            </w:r>
          </w:p>
        </w:tc>
        <w:tc>
          <w:tcPr>
            <w:tcW w:w="4677" w:type="dxa"/>
            <w:vAlign w:val="bottom"/>
          </w:tcPr>
          <w:p w:rsidR="00B802DA" w:rsidRPr="002756E4" w:rsidRDefault="00B802DA" w:rsidP="00A32485">
            <w:pPr>
              <w:rPr>
                <w:rFonts w:ascii="Times New Roman" w:hAnsi="Times New Roman" w:cs="Times New Roman"/>
              </w:rPr>
            </w:pPr>
          </w:p>
        </w:tc>
      </w:tr>
      <w:tr w:rsidR="00B802DA" w:rsidRPr="00467A6A" w:rsidTr="00B802DA">
        <w:trPr>
          <w:trHeight w:val="244"/>
          <w:jc w:val="center"/>
        </w:trPr>
        <w:tc>
          <w:tcPr>
            <w:tcW w:w="4609" w:type="dxa"/>
            <w:vAlign w:val="bottom"/>
          </w:tcPr>
          <w:p w:rsidR="00B802DA" w:rsidRPr="009C4523" w:rsidRDefault="00B802DA" w:rsidP="00A3248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ТАЕ-буфер</w:t>
            </w:r>
            <w:proofErr w:type="gramEnd"/>
          </w:p>
        </w:tc>
        <w:tc>
          <w:tcPr>
            <w:tcW w:w="4677" w:type="dxa"/>
            <w:vAlign w:val="bottom"/>
          </w:tcPr>
          <w:p w:rsidR="00B802DA" w:rsidRPr="002756E4" w:rsidRDefault="00B802DA" w:rsidP="00A32485">
            <w:pPr>
              <w:rPr>
                <w:rFonts w:ascii="Times New Roman" w:hAnsi="Times New Roman" w:cs="Times New Roman"/>
              </w:rPr>
            </w:pPr>
          </w:p>
        </w:tc>
      </w:tr>
    </w:tbl>
    <w:p w:rsid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Физические: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lastRenderedPageBreak/>
        <w:t>-высокие и низкие температуры;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-мышечное напряжение;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-режущие и колющие предметы;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802DA">
        <w:rPr>
          <w:rFonts w:ascii="Times New Roman" w:hAnsi="Times New Roman" w:cs="Times New Roman"/>
          <w:sz w:val="28"/>
          <w:szCs w:val="28"/>
        </w:rPr>
        <w:t>УФ-облучение</w:t>
      </w:r>
      <w:proofErr w:type="gramEnd"/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Химические: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-спирт этиловый, ректификованный массовой долей 96%-</w:t>
      </w:r>
      <w:proofErr w:type="spellStart"/>
      <w:r w:rsidRPr="00B802DA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B802DA">
        <w:rPr>
          <w:rFonts w:ascii="Times New Roman" w:hAnsi="Times New Roman" w:cs="Times New Roman"/>
          <w:sz w:val="28"/>
          <w:szCs w:val="28"/>
        </w:rPr>
        <w:t>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-бромистый </w:t>
      </w:r>
      <w:proofErr w:type="spellStart"/>
      <w:r w:rsidRPr="00B802DA">
        <w:rPr>
          <w:rFonts w:ascii="Times New Roman" w:hAnsi="Times New Roman" w:cs="Times New Roman"/>
          <w:sz w:val="28"/>
          <w:szCs w:val="28"/>
        </w:rPr>
        <w:t>этидий</w:t>
      </w:r>
      <w:proofErr w:type="spellEnd"/>
      <w:r w:rsidRPr="00B802DA">
        <w:rPr>
          <w:rFonts w:ascii="Times New Roman" w:hAnsi="Times New Roman" w:cs="Times New Roman"/>
          <w:sz w:val="28"/>
          <w:szCs w:val="28"/>
        </w:rPr>
        <w:t>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щелочь.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Биологические: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 - культура бактерий;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-высокая стрессовая нагрузка;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-высокая умственная нагрузка;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-множество отвлекающих факторов;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-повышенное внимание сторонних наблюдателей;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-негативное сравнение себя с соперниками;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-усиленная нагрузка на зрение;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-чрезмерное напряжение внимания;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1.6. Применяемые во время выполнения конкурсного задания средства индивидуальной защиты: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медицинский халат;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бахилы одноразовые;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медицинский чепчик;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перчатки латексные или нитриловые нестерильные;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защитные очки.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Экспертам.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При повреждении перчаток прекратить выполнение модуля и сообщить эксперту, продолжить только после смены перчаток и разрешения эксперта.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lastRenderedPageBreak/>
        <w:t>При незначительном повреждении кожи, обработать повреждение и поменять перчатки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В комнате Главного эксперта находится аварийная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1.8. Участники, допустившие невыполнение или нарушение инструкции по охране труда, привлекаются к ответственности в соответствии с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B802DA">
        <w:rPr>
          <w:rFonts w:ascii="Times New Roman" w:hAnsi="Times New Roman" w:cs="Times New Roman"/>
          <w:sz w:val="28"/>
          <w:szCs w:val="28"/>
        </w:rPr>
        <w:t>.</w:t>
      </w:r>
    </w:p>
    <w:p w:rsid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871C64" w:rsidRDefault="00D43012">
      <w:pPr>
        <w:pStyle w:val="2"/>
        <w:spacing w:before="120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>2.Требования охраны труда перед началом раб</w:t>
      </w:r>
      <w:r>
        <w:rPr>
          <w:rFonts w:ascii="Times New Roman" w:hAnsi="Times New Roman" w:cs="Times New Roman"/>
          <w:smallCaps/>
        </w:rPr>
        <w:t>оты</w:t>
      </w:r>
      <w:bookmarkEnd w:id="4"/>
    </w:p>
    <w:p w:rsidR="00B802DA" w:rsidRP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B802DA" w:rsidRP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2.1. В день С-1, все участники должны ознакомиться: с настоящей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оборудованными питьевой водой, подготовить рабочее место в соответствии с Техническим описанием компетенции.</w:t>
      </w:r>
    </w:p>
    <w:p w:rsidR="00B802DA" w:rsidRP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Надеть необходимые специальную одежду, обувь и средства защиты для </w:t>
      </w:r>
      <w:r w:rsidRPr="00B802DA">
        <w:rPr>
          <w:rFonts w:ascii="Times New Roman" w:hAnsi="Times New Roman" w:cs="Times New Roman"/>
          <w:sz w:val="28"/>
          <w:szCs w:val="28"/>
        </w:rPr>
        <w:lastRenderedPageBreak/>
        <w:t>выполнения подготовки рабочих мест, инструмента и оборудования, а также для выполнения заданий.</w:t>
      </w:r>
    </w:p>
    <w:p w:rsidR="00B802DA" w:rsidRP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:rsidR="00B802DA" w:rsidRP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:rsidR="00B802DA" w:rsidRP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проверить исправность  установки лабораторного оборудования;</w:t>
      </w:r>
    </w:p>
    <w:p w:rsidR="00B802DA" w:rsidRP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 xml:space="preserve">- расположить оборудование и инструмент </w:t>
      </w:r>
      <w:proofErr w:type="gramStart"/>
      <w:r w:rsidRPr="00B802DA"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 w:rsidRPr="00B802DA">
        <w:rPr>
          <w:rFonts w:ascii="Times New Roman" w:hAnsi="Times New Roman" w:cs="Times New Roman"/>
          <w:sz w:val="28"/>
          <w:szCs w:val="28"/>
        </w:rPr>
        <w:t xml:space="preserve"> охраны труда и техники безопасности;</w:t>
      </w:r>
    </w:p>
    <w:p w:rsidR="00B802DA" w:rsidRP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-проверить оборудование на включение;</w:t>
      </w:r>
    </w:p>
    <w:p w:rsid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7"/>
        <w:gridCol w:w="6204"/>
      </w:tblGrid>
      <w:tr w:rsidR="00B802DA" w:rsidRPr="00340886" w:rsidTr="00B802DA">
        <w:trPr>
          <w:jc w:val="center"/>
        </w:trPr>
        <w:tc>
          <w:tcPr>
            <w:tcW w:w="3367" w:type="dxa"/>
          </w:tcPr>
          <w:p w:rsidR="00B802DA" w:rsidRPr="00346869" w:rsidRDefault="00B802DA" w:rsidP="00A32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204" w:type="dxa"/>
          </w:tcPr>
          <w:p w:rsidR="00B802DA" w:rsidRPr="00346869" w:rsidRDefault="00B802DA" w:rsidP="00A32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B802DA" w:rsidRPr="00340886" w:rsidTr="00B802DA">
        <w:trPr>
          <w:jc w:val="center"/>
        </w:trPr>
        <w:tc>
          <w:tcPr>
            <w:tcW w:w="3367" w:type="dxa"/>
          </w:tcPr>
          <w:p w:rsidR="00B802DA" w:rsidRPr="002756E4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 xml:space="preserve">Ламинарный бокс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II</w:t>
            </w:r>
            <w:r w:rsidRPr="002756E4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класса защиты</w:t>
            </w:r>
          </w:p>
        </w:tc>
        <w:tc>
          <w:tcPr>
            <w:tcW w:w="6204" w:type="dxa"/>
          </w:tcPr>
          <w:p w:rsidR="00B802DA" w:rsidRPr="00346869" w:rsidRDefault="00B802DA" w:rsidP="00A32485">
            <w:pPr>
              <w:pStyle w:val="aff2"/>
              <w:shd w:val="clear" w:color="auto" w:fill="FFFFFF"/>
              <w:spacing w:after="0"/>
              <w:jc w:val="both"/>
              <w:textAlignment w:val="baseline"/>
            </w:pPr>
            <w:r w:rsidRPr="00346869">
              <w:t>Осмотреть бокс, крышка бокса должна открываться беспрепятственно</w:t>
            </w:r>
            <w:r>
              <w:t xml:space="preserve">. Включить УФ-лампу и продувку для обработки внутренней поверхности бокса на 20-30 мин. Не допускается работа в боксе </w:t>
            </w:r>
            <w:proofErr w:type="gramStart"/>
            <w:r>
              <w:t>при</w:t>
            </w:r>
            <w:proofErr w:type="gramEnd"/>
            <w:r>
              <w:t xml:space="preserve"> включенной УФ-лампе.  Затем обработать внутреннюю поверхность ламинарного бокса, включая боковые поверхности и внутреннюю поверхность переднего стекла раствором 70%-</w:t>
            </w:r>
            <w:proofErr w:type="spellStart"/>
            <w:r>
              <w:t>го</w:t>
            </w:r>
            <w:proofErr w:type="spellEnd"/>
            <w:r>
              <w:t xml:space="preserve"> этилового спирта или другого асептического раствора, р</w:t>
            </w:r>
            <w:r w:rsidRPr="007F2270">
              <w:t>азложить в нем необходимые инструменты и материалы: спирт в закрытой посуде, спиртовку (горелку), спички, простерилизованный инструмент и посуду</w:t>
            </w:r>
            <w:r>
              <w:t xml:space="preserve">. После завершения работы в ламинарном боксе повторить обработку поверхности спиртовым раствором и УФ. </w:t>
            </w:r>
          </w:p>
        </w:tc>
      </w:tr>
      <w:tr w:rsidR="00B802DA" w:rsidRPr="00340886" w:rsidTr="00B802DA">
        <w:trPr>
          <w:jc w:val="center"/>
        </w:trPr>
        <w:tc>
          <w:tcPr>
            <w:tcW w:w="3367" w:type="dxa"/>
          </w:tcPr>
          <w:p w:rsidR="00B802DA" w:rsidRPr="00033DDF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Центрифуга-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вортекс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33DDF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204" w:type="dxa"/>
          </w:tcPr>
          <w:p w:rsidR="00B802DA" w:rsidRDefault="00B802DA" w:rsidP="00A32485">
            <w:pPr>
              <w:pStyle w:val="aff2"/>
              <w:shd w:val="clear" w:color="auto" w:fill="FFFFFF"/>
              <w:spacing w:after="0"/>
              <w:jc w:val="both"/>
              <w:textAlignment w:val="baseline"/>
            </w:pPr>
            <w:r>
              <w:t xml:space="preserve">Проверить электропровод на целостность изоляции, подключение прибора к розетке с заземлением. Удостовериться, что установлен необходимый для работы ротор или заменить ротор и зафиксировать. Перевести переключатель в положение I. Открыть крышку, поместить ЧЕТНОЕ число пробирок в гнезда ротора друг напротив друга и закрыть крышку. Нажать </w:t>
            </w:r>
            <w:r>
              <w:lastRenderedPageBreak/>
              <w:t xml:space="preserve">кнопку QS (QS, </w:t>
            </w:r>
            <w:proofErr w:type="spellStart"/>
            <w:r>
              <w:t>Quick</w:t>
            </w:r>
            <w:proofErr w:type="spellEnd"/>
            <w:r>
              <w:t xml:space="preserve"> </w:t>
            </w:r>
            <w:proofErr w:type="spellStart"/>
            <w:r>
              <w:t>Spin</w:t>
            </w:r>
            <w:proofErr w:type="spellEnd"/>
            <w:r>
              <w:t>) для быстрого перемешивания/осаждения и держать нажатой необходимое время. После освобождения кнопки QS прибор останавливается автоматически. Перевести переключатель в положение O (OFF,” выключено”).</w:t>
            </w:r>
          </w:p>
          <w:p w:rsidR="00B802DA" w:rsidRDefault="00B802DA" w:rsidP="00A32485">
            <w:pPr>
              <w:pStyle w:val="aff2"/>
              <w:shd w:val="clear" w:color="auto" w:fill="FFFFFF"/>
              <w:spacing w:after="0"/>
              <w:jc w:val="both"/>
              <w:textAlignment w:val="baseline"/>
            </w:pPr>
            <w:r>
              <w:t xml:space="preserve">Для центрифугирования в режиме долгого осаждения (более 1 мин) перевести переключатель в положение II (LS, </w:t>
            </w:r>
            <w:proofErr w:type="spellStart"/>
            <w:r>
              <w:t>Long</w:t>
            </w:r>
            <w:proofErr w:type="spellEnd"/>
            <w:r>
              <w:t xml:space="preserve"> </w:t>
            </w:r>
            <w:proofErr w:type="spellStart"/>
            <w:r>
              <w:t>Spin</w:t>
            </w:r>
            <w:proofErr w:type="spellEnd"/>
            <w:r>
              <w:t>). Для остановки процесса перевести переключатель в положение O (”выключено”).</w:t>
            </w:r>
          </w:p>
          <w:p w:rsidR="00B802DA" w:rsidRPr="00346869" w:rsidRDefault="00B802DA" w:rsidP="00A32485">
            <w:pPr>
              <w:pStyle w:val="aff2"/>
              <w:shd w:val="clear" w:color="auto" w:fill="FFFFFF"/>
              <w:spacing w:after="0"/>
              <w:jc w:val="both"/>
              <w:textAlignment w:val="baseline"/>
            </w:pPr>
            <w:r>
              <w:t xml:space="preserve">Для работы в режиме </w:t>
            </w:r>
            <w:proofErr w:type="spellStart"/>
            <w:r>
              <w:t>вортексирования</w:t>
            </w:r>
            <w:proofErr w:type="spellEnd"/>
            <w:r>
              <w:t xml:space="preserve">: Перевести переключатель в положение I, затем мягко удерживая верхнюю часть пробирки пальцами одной руки, прижать нижнюю часть пробирки </w:t>
            </w:r>
            <w:proofErr w:type="spellStart"/>
            <w:r>
              <w:t>к</w:t>
            </w:r>
            <w:proofErr w:type="gramStart"/>
            <w:r>
              <w:t>o</w:t>
            </w:r>
            <w:proofErr w:type="spellEnd"/>
            <w:proofErr w:type="gramEnd"/>
            <w:r>
              <w:t xml:space="preserve"> дну конического углубления головки </w:t>
            </w:r>
            <w:proofErr w:type="spellStart"/>
            <w:r>
              <w:t>вортекса</w:t>
            </w:r>
            <w:proofErr w:type="spellEnd"/>
            <w:r>
              <w:t xml:space="preserve">. Нажать кнопку QS и удерживать </w:t>
            </w:r>
            <w:proofErr w:type="gramStart"/>
            <w:r>
              <w:t>нажатой</w:t>
            </w:r>
            <w:proofErr w:type="gramEnd"/>
            <w:r>
              <w:t xml:space="preserve"> до полного растворения осадка. Перевести переключатель в положение O (OFF,” выключено”) для завершения работы с прибором</w:t>
            </w:r>
          </w:p>
        </w:tc>
      </w:tr>
      <w:tr w:rsidR="00B802DA" w:rsidRPr="00340886" w:rsidTr="00B802DA">
        <w:trPr>
          <w:jc w:val="center"/>
        </w:trPr>
        <w:tc>
          <w:tcPr>
            <w:tcW w:w="3367" w:type="dxa"/>
          </w:tcPr>
          <w:p w:rsidR="00B802DA" w:rsidRPr="00033DDF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lastRenderedPageBreak/>
              <w:t xml:space="preserve">Твердотельный термостат </w:t>
            </w:r>
          </w:p>
        </w:tc>
        <w:tc>
          <w:tcPr>
            <w:tcW w:w="6204" w:type="dxa"/>
          </w:tcPr>
          <w:p w:rsidR="00B802DA" w:rsidRPr="00346869" w:rsidRDefault="00B802DA" w:rsidP="00A32485">
            <w:pPr>
              <w:pStyle w:val="aff2"/>
              <w:shd w:val="clear" w:color="auto" w:fill="FFFFFF"/>
              <w:spacing w:after="0"/>
              <w:jc w:val="both"/>
              <w:textAlignment w:val="baseline"/>
              <w:rPr>
                <w:shd w:val="clear" w:color="auto" w:fill="FFFFFF"/>
              </w:rPr>
            </w:pPr>
            <w:r>
              <w:t>Подключить прибор к сети переменного тока 220В при помощи стандартного сетевого шнура. Перевести выключатель, расположенный на передней панели справа, в состояние «включено» («I») и установить необходимое значение температуры. После нагревания прибора и достижения заданной температуры поместить пробирки в соответствующие по размеру лунки, по возможности, симметрично. После завершения работы вынуть пробирки и выключить прибор. Если предполагается повторное использование прибора в течение дня, не рекомендуется отключать от сети.</w:t>
            </w:r>
          </w:p>
        </w:tc>
      </w:tr>
      <w:tr w:rsidR="00B802DA" w:rsidRPr="00340886" w:rsidTr="00B802DA">
        <w:trPr>
          <w:jc w:val="center"/>
        </w:trPr>
        <w:tc>
          <w:tcPr>
            <w:tcW w:w="3367" w:type="dxa"/>
          </w:tcPr>
          <w:p w:rsidR="00B802DA" w:rsidRPr="00033DDF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033DDF">
              <w:rPr>
                <w:rFonts w:ascii="Times New Roman" w:hAnsi="Times New Roman" w:cs="Times New Roman"/>
                <w:color w:val="auto"/>
              </w:rPr>
              <w:t>Микроцентрифуга</w:t>
            </w:r>
            <w:proofErr w:type="spellEnd"/>
            <w:r w:rsidRPr="00033DDF">
              <w:rPr>
                <w:rFonts w:ascii="Times New Roman" w:hAnsi="Times New Roman" w:cs="Times New Roman"/>
                <w:color w:val="auto"/>
              </w:rPr>
              <w:t xml:space="preserve">   </w:t>
            </w:r>
          </w:p>
        </w:tc>
        <w:tc>
          <w:tcPr>
            <w:tcW w:w="6204" w:type="dxa"/>
          </w:tcPr>
          <w:p w:rsidR="00B802DA" w:rsidRPr="00D76BE0" w:rsidRDefault="00B802DA" w:rsidP="00A32485">
            <w:pPr>
              <w:pStyle w:val="aff2"/>
              <w:shd w:val="clear" w:color="auto" w:fill="FFFFFF"/>
              <w:spacing w:after="0"/>
              <w:jc w:val="both"/>
              <w:textAlignment w:val="baseline"/>
            </w:pPr>
            <w:r>
              <w:t>Проверить подключение прибора к розетке с заземлением. Включить прибор, открыть крышку. Удостовериться, что установлен необходимый для работы ротор или заменить ротор и зафиксировать. Выбрать необходимый режим центрифугирования, поместить пробирки внутрь ротора, уравновесив их количество при необходимости. Нажать кнопку «</w:t>
            </w:r>
            <w:proofErr w:type="spellStart"/>
            <w:r>
              <w:t>Пуск»</w:t>
            </w:r>
            <w:proofErr w:type="gramStart"/>
            <w:r>
              <w:t>.Н</w:t>
            </w:r>
            <w:proofErr w:type="gramEnd"/>
            <w:r>
              <w:t>е</w:t>
            </w:r>
            <w:proofErr w:type="spellEnd"/>
            <w:r>
              <w:t xml:space="preserve"> открывать крышку до полной остановки ротора. После завершения работы выключить прибор, закрыть крышку.</w:t>
            </w:r>
          </w:p>
        </w:tc>
      </w:tr>
      <w:tr w:rsidR="00B802DA" w:rsidRPr="00340886" w:rsidTr="00B802DA">
        <w:trPr>
          <w:trHeight w:val="392"/>
          <w:jc w:val="center"/>
        </w:trPr>
        <w:tc>
          <w:tcPr>
            <w:tcW w:w="3367" w:type="dxa"/>
          </w:tcPr>
          <w:p w:rsidR="00B802DA" w:rsidRPr="00033DDF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 xml:space="preserve">Шкаф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сухожаровый</w:t>
            </w:r>
            <w:proofErr w:type="spellEnd"/>
          </w:p>
        </w:tc>
        <w:tc>
          <w:tcPr>
            <w:tcW w:w="6204" w:type="dxa"/>
          </w:tcPr>
          <w:p w:rsidR="00B802DA" w:rsidRPr="00E42BE4" w:rsidRDefault="00B802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Проверить подключение прибора к розетке с заземлением</w:t>
            </w:r>
            <w:r w:rsidRPr="005927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6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7D1">
              <w:rPr>
                <w:rFonts w:ascii="Times New Roman" w:hAnsi="Times New Roman" w:cs="Times New Roman"/>
                <w:sz w:val="24"/>
                <w:szCs w:val="24"/>
              </w:rPr>
              <w:t>проверить электропровод на целостность изоляции</w:t>
            </w:r>
            <w:r w:rsidRPr="005927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Загрузить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шкаф стеклянную посуду, завернутую в бумагу, для стерилизации сухим жаром. Выбрать режим и запустить программу. </w:t>
            </w:r>
          </w:p>
        </w:tc>
      </w:tr>
      <w:tr w:rsidR="00B802DA" w:rsidRPr="00340886" w:rsidTr="00B802DA">
        <w:trPr>
          <w:trHeight w:val="392"/>
          <w:jc w:val="center"/>
        </w:trPr>
        <w:tc>
          <w:tcPr>
            <w:tcW w:w="3367" w:type="dxa"/>
          </w:tcPr>
          <w:p w:rsidR="00B802DA" w:rsidRPr="00033DDF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 xml:space="preserve">Низкотемпературная морозильная  установка </w:t>
            </w:r>
          </w:p>
        </w:tc>
        <w:tc>
          <w:tcPr>
            <w:tcW w:w="6204" w:type="dxa"/>
          </w:tcPr>
          <w:p w:rsidR="00B802DA" w:rsidRPr="00340886" w:rsidRDefault="00B802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95C">
              <w:rPr>
                <w:rFonts w:ascii="Times New Roman" w:hAnsi="Times New Roman" w:cs="Times New Roman"/>
                <w:sz w:val="24"/>
                <w:szCs w:val="24"/>
              </w:rPr>
              <w:t xml:space="preserve">Убедиться, что прибор находится в рабочем состоянии и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поддерживает заданную температуру. Открыть крышку, вынуть или поместить внутрь необходимые реагенты и незамедлительно плотно закрыть крышку прибора. Вынутые реагенты сразу поместить в холодный штатив.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хлопчатобумажные перчатки.</w:t>
            </w:r>
          </w:p>
        </w:tc>
      </w:tr>
      <w:tr w:rsidR="00B802DA" w:rsidRPr="00340886" w:rsidTr="00B802DA">
        <w:trPr>
          <w:trHeight w:val="392"/>
          <w:jc w:val="center"/>
        </w:trPr>
        <w:tc>
          <w:tcPr>
            <w:tcW w:w="3367" w:type="dxa"/>
          </w:tcPr>
          <w:p w:rsidR="00B802DA" w:rsidRPr="00033DDF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lastRenderedPageBreak/>
              <w:t xml:space="preserve">Шейкер инкубатор  </w:t>
            </w:r>
          </w:p>
        </w:tc>
        <w:tc>
          <w:tcPr>
            <w:tcW w:w="6204" w:type="dxa"/>
          </w:tcPr>
          <w:p w:rsidR="00B802DA" w:rsidRPr="003B57FA" w:rsidRDefault="00B802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FA">
              <w:rPr>
                <w:rFonts w:ascii="Times New Roman" w:hAnsi="Times New Roman" w:cs="Times New Roman"/>
                <w:sz w:val="24"/>
                <w:szCs w:val="24"/>
              </w:rPr>
              <w:t xml:space="preserve"> Убедиться, что установлена необходимая платформа или заменить её и прикрутить.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Подключить прибор к электрической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B5A9D">
              <w:rPr>
                <w:rFonts w:ascii="Times New Roman" w:hAnsi="Times New Roman" w:cs="Times New Roman"/>
                <w:sz w:val="24"/>
                <w:szCs w:val="24"/>
              </w:rPr>
              <w:t>проверить электропровод на целостность изоляции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. Перевести переключатель питания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в положение I (включено). На дисплее установить необходимые параметры (скорость, время, температура). Открыть дверь камеры и разместить образцы на платформе. Закрыть дверцу. Нажать кнопку RPM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Run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Stop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. Движение платформы можно остановить в любое время или дождавшись завершения программы и звукового сигнала, нажав кнопку RPM или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Shaker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Run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Stop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. После работы с прибором, перевести переключатель питания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в положение O (отключено).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Отсоед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прибор от электрической сети.</w:t>
            </w:r>
          </w:p>
        </w:tc>
      </w:tr>
      <w:tr w:rsidR="00B802DA" w:rsidRPr="00340886" w:rsidTr="00B802DA">
        <w:trPr>
          <w:trHeight w:val="392"/>
          <w:jc w:val="center"/>
        </w:trPr>
        <w:tc>
          <w:tcPr>
            <w:tcW w:w="3367" w:type="dxa"/>
          </w:tcPr>
          <w:p w:rsidR="00B802DA" w:rsidRPr="00033DDF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 xml:space="preserve">Система для горизонтального </w:t>
            </w:r>
            <w:proofErr w:type="gramStart"/>
            <w:r w:rsidRPr="00033DDF">
              <w:rPr>
                <w:rFonts w:ascii="Times New Roman" w:hAnsi="Times New Roman" w:cs="Times New Roman"/>
                <w:color w:val="auto"/>
              </w:rPr>
              <w:t>гель-электрофореза</w:t>
            </w:r>
            <w:proofErr w:type="gramEnd"/>
            <w:r w:rsidRPr="00033DDF">
              <w:rPr>
                <w:rFonts w:ascii="Times New Roman" w:hAnsi="Times New Roman" w:cs="Times New Roman"/>
                <w:color w:val="auto"/>
              </w:rPr>
              <w:t xml:space="preserve"> (камера, </w:t>
            </w:r>
            <w:r w:rsidRPr="00326A32">
              <w:rPr>
                <w:rFonts w:ascii="Times New Roman" w:hAnsi="Times New Roman" w:cs="Times New Roman"/>
                <w:color w:val="auto"/>
              </w:rPr>
              <w:t>источник питания</w:t>
            </w:r>
            <w:r w:rsidRPr="00033DDF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6204" w:type="dxa"/>
          </w:tcPr>
          <w:p w:rsidR="00B802DA" w:rsidRPr="00622E59" w:rsidRDefault="00B802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Собрать заливочный столик, установить гребенки нужного размера и залить растопленный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агарозный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гель необходимой концентрации. После застывания геля удалить гребенки, поместить гель в камеру для электрофореза и налить в камеру </w:t>
            </w:r>
            <w:proofErr w:type="gram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ТАЕ-буфер</w:t>
            </w:r>
            <w:proofErr w:type="gram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так, чтобы гель оказался полностью покрыт буфером. Нанести на гель образцы. Закрыть камеру крышкой и подсоединить 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B5A9D">
              <w:rPr>
                <w:rFonts w:ascii="Times New Roman" w:hAnsi="Times New Roman" w:cs="Times New Roman"/>
                <w:sz w:val="24"/>
                <w:szCs w:val="24"/>
              </w:rPr>
              <w:t>проверить электропровод на целостность изоляции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с электродами к источнику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подключенному к сети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Выбрать на дисплее источника питания необходимый режим (напряжение, время) и запустить программу. По завершении программы отключить источник питания, открыть крышку, извлечь гель для дальнейших манипуляций.    </w:t>
            </w:r>
          </w:p>
        </w:tc>
      </w:tr>
      <w:tr w:rsidR="00B802DA" w:rsidRPr="00340886" w:rsidTr="00B802DA">
        <w:trPr>
          <w:trHeight w:val="392"/>
          <w:jc w:val="center"/>
        </w:trPr>
        <w:tc>
          <w:tcPr>
            <w:tcW w:w="3367" w:type="dxa"/>
          </w:tcPr>
          <w:p w:rsidR="00B802DA" w:rsidRPr="00033DDF" w:rsidDel="00546F8C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033DDF">
              <w:rPr>
                <w:rFonts w:ascii="Times New Roman" w:hAnsi="Times New Roman" w:cs="Times New Roman"/>
                <w:color w:val="auto"/>
              </w:rPr>
              <w:t>Трансиллюминатор</w:t>
            </w:r>
            <w:proofErr w:type="spellEnd"/>
            <w:r w:rsidRPr="00033DD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204" w:type="dxa"/>
          </w:tcPr>
          <w:p w:rsidR="00B802DA" w:rsidRPr="008578F2" w:rsidRDefault="00B802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8F2">
              <w:rPr>
                <w:rFonts w:ascii="Times New Roman" w:hAnsi="Times New Roman" w:cs="Times New Roman"/>
                <w:sz w:val="24"/>
                <w:szCs w:val="24"/>
              </w:rPr>
              <w:t xml:space="preserve">Поднять защитный экран, обработать поверхность </w:t>
            </w:r>
            <w:proofErr w:type="spellStart"/>
            <w:r w:rsidRPr="008578F2">
              <w:rPr>
                <w:rFonts w:ascii="Times New Roman" w:hAnsi="Times New Roman" w:cs="Times New Roman"/>
                <w:sz w:val="24"/>
                <w:szCs w:val="24"/>
              </w:rPr>
              <w:t>трансиллюминатора</w:t>
            </w:r>
            <w:proofErr w:type="spellEnd"/>
            <w:r w:rsidRPr="008578F2">
              <w:rPr>
                <w:rFonts w:ascii="Times New Roman" w:hAnsi="Times New Roman" w:cs="Times New Roman"/>
                <w:sz w:val="24"/>
                <w:szCs w:val="24"/>
              </w:rPr>
              <w:t xml:space="preserve"> и защитного экрана </w:t>
            </w:r>
            <w:proofErr w:type="spellStart"/>
            <w:r w:rsidRPr="008578F2">
              <w:rPr>
                <w:rFonts w:ascii="Times New Roman" w:hAnsi="Times New Roman" w:cs="Times New Roman"/>
                <w:sz w:val="24"/>
                <w:szCs w:val="24"/>
              </w:rPr>
              <w:t>дезинфецирующим</w:t>
            </w:r>
            <w:proofErr w:type="spellEnd"/>
            <w:r w:rsidRPr="008578F2"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раствором и поместить на поверхность гель для просмотра. Опустить защитный экран. Подключить прибор к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B5A9D">
              <w:rPr>
                <w:rFonts w:ascii="Times New Roman" w:hAnsi="Times New Roman" w:cs="Times New Roman"/>
                <w:sz w:val="24"/>
                <w:szCs w:val="24"/>
              </w:rPr>
              <w:t>проверить электропровод на целостность изоляции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578F2">
              <w:rPr>
                <w:rFonts w:ascii="Times New Roman" w:hAnsi="Times New Roman" w:cs="Times New Roman"/>
                <w:sz w:val="24"/>
                <w:szCs w:val="24"/>
              </w:rPr>
              <w:t>. Включить УФ. После просмотра геля и необходимых манипуляций выключить УФ, удалить гель, обработать поверхность дезинфицирующим раствором.</w:t>
            </w:r>
          </w:p>
        </w:tc>
      </w:tr>
      <w:tr w:rsidR="00B802DA" w:rsidRPr="00340886" w:rsidTr="00B802DA">
        <w:trPr>
          <w:trHeight w:val="392"/>
          <w:jc w:val="center"/>
        </w:trPr>
        <w:tc>
          <w:tcPr>
            <w:tcW w:w="3367" w:type="dxa"/>
          </w:tcPr>
          <w:p w:rsidR="00B802DA" w:rsidRPr="00033DDF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>Электронные весы</w:t>
            </w:r>
          </w:p>
        </w:tc>
        <w:tc>
          <w:tcPr>
            <w:tcW w:w="6204" w:type="dxa"/>
          </w:tcPr>
          <w:p w:rsidR="00B802DA" w:rsidRPr="009C4523" w:rsidRDefault="00B802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23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прибор. Поместить на поверхность емкость для взвешивания, обнулить показание на электронном табло. Поместить в емкость взвешиваемый реагент в необходимом количестве. После завершения работы убрать все с поверхности прибора и выключить его. </w:t>
            </w:r>
          </w:p>
        </w:tc>
      </w:tr>
      <w:tr w:rsidR="00B802DA" w:rsidRPr="00340886" w:rsidTr="00B802DA">
        <w:trPr>
          <w:trHeight w:val="392"/>
          <w:jc w:val="center"/>
        </w:trPr>
        <w:tc>
          <w:tcPr>
            <w:tcW w:w="3367" w:type="dxa"/>
          </w:tcPr>
          <w:p w:rsidR="00B802DA" w:rsidRPr="00033DDF" w:rsidRDefault="00B802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Автоклав горизонтальный</w:t>
            </w:r>
          </w:p>
        </w:tc>
        <w:tc>
          <w:tcPr>
            <w:tcW w:w="6204" w:type="dxa"/>
          </w:tcPr>
          <w:p w:rsidR="00B802DA" w:rsidRPr="009C4523" w:rsidRDefault="00B802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допускается работа участников с автоклавом</w:t>
            </w:r>
          </w:p>
        </w:tc>
      </w:tr>
    </w:tbl>
    <w:p w:rsidR="00B802DA" w:rsidRPr="00B802DA" w:rsidRDefault="00B802DA" w:rsidP="00B802D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C64" w:rsidRDefault="00D43012">
      <w:pPr>
        <w:spacing w:before="240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Инструм</w:t>
      </w:r>
      <w:r>
        <w:rPr>
          <w:rFonts w:ascii="Times New Roman" w:hAnsi="Times New Roman" w:cs="Times New Roman"/>
          <w:b/>
          <w:sz w:val="28"/>
          <w:szCs w:val="28"/>
        </w:rPr>
        <w:t>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2.4. В день проведения конкурса, изучить содержание и порядок проведения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Надеть специальную одежду: медицинский халат или одноразовый защитный костюм, колпак, бахилы, подготовить перчатки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B802DA" w:rsidRPr="00B802DA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 (посторонние предметы и личные вещи).</w:t>
      </w:r>
    </w:p>
    <w:p w:rsidR="00871C64" w:rsidRDefault="00B802DA" w:rsidP="00B80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2DA">
        <w:rPr>
          <w:rFonts w:ascii="Times New Roman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и разрешения эксперта к конкурсному заданию не приступать.</w:t>
      </w:r>
    </w:p>
    <w:p w:rsidR="00871C64" w:rsidRDefault="00871C64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:rsidR="00871C64" w:rsidRDefault="00D43012">
      <w:pPr>
        <w:pStyle w:val="2"/>
        <w:spacing w:before="120"/>
        <w:ind w:firstLine="709"/>
        <w:rPr>
          <w:rFonts w:ascii="Times New Roman" w:hAnsi="Times New Roman" w:cs="Times New Roman"/>
          <w:smallCaps/>
          <w:sz w:val="24"/>
          <w:szCs w:val="24"/>
        </w:rPr>
      </w:pPr>
      <w:bookmarkStart w:id="5" w:name="_Toc507427598"/>
      <w:r>
        <w:rPr>
          <w:rFonts w:ascii="Times New Roman" w:hAnsi="Times New Roman" w:cs="Times New Roman"/>
          <w:smallCaps/>
          <w:sz w:val="24"/>
          <w:szCs w:val="24"/>
        </w:rPr>
        <w:lastRenderedPageBreak/>
        <w:t>3.Требования охраны труда во время работы</w:t>
      </w:r>
      <w:bookmarkEnd w:id="5"/>
    </w:p>
    <w:p w:rsidR="00871C64" w:rsidRDefault="00D430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507427599"/>
      <w:r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</w:t>
      </w:r>
      <w:r>
        <w:rPr>
          <w:rFonts w:ascii="Times New Roman" w:hAnsi="Times New Roman" w:cs="Times New Roman"/>
          <w:sz w:val="28"/>
          <w:szCs w:val="28"/>
        </w:rPr>
        <w:t xml:space="preserve"> и оборудования: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3"/>
        <w:gridCol w:w="7078"/>
      </w:tblGrid>
      <w:tr w:rsidR="00A01EDA" w:rsidRPr="00340886" w:rsidTr="00A01EDA">
        <w:trPr>
          <w:tblHeader/>
          <w:jc w:val="center"/>
        </w:trPr>
        <w:tc>
          <w:tcPr>
            <w:tcW w:w="2493" w:type="dxa"/>
            <w:vAlign w:val="center"/>
          </w:tcPr>
          <w:p w:rsidR="00A01EDA" w:rsidRPr="00346869" w:rsidRDefault="00A01EDA" w:rsidP="00A324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078" w:type="dxa"/>
            <w:vAlign w:val="center"/>
          </w:tcPr>
          <w:p w:rsidR="00A01EDA" w:rsidRPr="00346869" w:rsidRDefault="00A01EDA" w:rsidP="00A324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безопасности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346869" w:rsidRDefault="00A01EDA" w:rsidP="00A32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Бактериологическая петля</w:t>
            </w:r>
          </w:p>
        </w:tc>
        <w:tc>
          <w:tcPr>
            <w:tcW w:w="7078" w:type="dxa"/>
          </w:tcPr>
          <w:p w:rsidR="00A01EDA" w:rsidRPr="00346869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</w:p>
        </w:tc>
      </w:tr>
      <w:tr w:rsidR="00A01EDA" w:rsidRPr="00340886" w:rsidTr="00A01EDA">
        <w:trPr>
          <w:trHeight w:val="1130"/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>Ламинарный бокс БМБ -</w:t>
            </w:r>
            <w:r w:rsidRPr="009C4523">
              <w:rPr>
                <w:rFonts w:ascii="Times New Roman" w:hAnsi="Times New Roman" w:cs="Times New Roman"/>
                <w:color w:val="auto"/>
                <w:lang w:val="en-US"/>
              </w:rPr>
              <w:t>II</w:t>
            </w:r>
          </w:p>
        </w:tc>
        <w:tc>
          <w:tcPr>
            <w:tcW w:w="7078" w:type="dxa"/>
          </w:tcPr>
          <w:p w:rsidR="00A01EDA" w:rsidRPr="007727B7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Не оставлять без присмотра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с работающей УФЛ или горящей спиртовкой. 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Центрифуга-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вортекс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7078" w:type="dxa"/>
          </w:tcPr>
          <w:p w:rsidR="00A01EDA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 xml:space="preserve">Запрещено открывать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крышку во время работы 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раз-</w:t>
            </w: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>гона</w:t>
            </w:r>
            <w:proofErr w:type="gramEnd"/>
            <w:r w:rsidRPr="007727B7">
              <w:rPr>
                <w:rFonts w:ascii="Times New Roman" w:hAnsi="Times New Roman" w:cs="Times New Roman"/>
                <w:sz w:val="24"/>
                <w:szCs w:val="24"/>
              </w:rPr>
              <w:t xml:space="preserve">/остановки ротора.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Прибор автоматически останавли</w:t>
            </w: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>вается при открытой крышке.</w:t>
            </w:r>
          </w:p>
          <w:p w:rsidR="00A01EDA" w:rsidRPr="007727B7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только четное число пробирок,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устанавливая их в роторе друг напротив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друга.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 xml:space="preserve">Твердотельный термостат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7078" w:type="dxa"/>
          </w:tcPr>
          <w:p w:rsidR="00A01EDA" w:rsidRPr="00346869" w:rsidRDefault="00A01EDA" w:rsidP="00A32485">
            <w:pPr>
              <w:pStyle w:val="aff2"/>
              <w:jc w:val="both"/>
            </w:pPr>
            <w:r w:rsidRPr="00346869">
              <w:t>Воспрещается: размещать посторонние предметы на приборе, работать на приборе при снятой крышке или разбитых стеклах. Необходимо содержать в чистоте прибор и рабочее место.</w:t>
            </w:r>
            <w:r>
              <w:t xml:space="preserve"> Необходимо избегать попадания на корпус каких-либо жидкостей. Поверхность матрицы может быть нагрета до 99 °С. При неосторожном обращении возможно получение ожогов!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9C4523">
              <w:rPr>
                <w:rFonts w:ascii="Times New Roman" w:hAnsi="Times New Roman" w:cs="Times New Roman"/>
                <w:color w:val="auto"/>
              </w:rPr>
              <w:t>Микроцентрифуга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452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7078" w:type="dxa"/>
          </w:tcPr>
          <w:p w:rsidR="00A01EDA" w:rsidRPr="00340886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 xml:space="preserve">Запрещено открывать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крышку во время работы или раз</w:t>
            </w: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>гона/остановки ротора.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сипользовать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поврежденный ротор. Использовать только четное число пробирок,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устанавливая их в роторе друг напротив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друга.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67289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EA67D1">
              <w:rPr>
                <w:rFonts w:ascii="Times New Roman" w:hAnsi="Times New Roman" w:cs="Times New Roman"/>
                <w:color w:val="auto"/>
              </w:rPr>
              <w:t>Ампл</w:t>
            </w:r>
            <w:r w:rsidRPr="00672893">
              <w:rPr>
                <w:rFonts w:ascii="Times New Roman" w:hAnsi="Times New Roman" w:cs="Times New Roman"/>
                <w:color w:val="auto"/>
              </w:rPr>
              <w:t>ификатор</w:t>
            </w:r>
            <w:r w:rsidRPr="00EA67D1">
              <w:rPr>
                <w:rFonts w:ascii="Times New Roman" w:hAnsi="Times New Roman" w:cs="Times New Roman"/>
                <w:color w:val="auto"/>
              </w:rPr>
              <w:t xml:space="preserve">   </w:t>
            </w:r>
          </w:p>
        </w:tc>
        <w:tc>
          <w:tcPr>
            <w:tcW w:w="7078" w:type="dxa"/>
          </w:tcPr>
          <w:p w:rsidR="00A01EDA" w:rsidRPr="00346869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открывать крышку и не отключать от сети во время выполнения программы.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326A32" w:rsidRDefault="00A01EDA" w:rsidP="00A32485">
            <w:pPr>
              <w:pStyle w:val="Default"/>
              <w:rPr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>Низкотемпературная морозильная  установка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7078" w:type="dxa"/>
          </w:tcPr>
          <w:p w:rsidR="00A01EDA" w:rsidRPr="00346869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Не 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открытой крышку камеры дольше нескольких секунд (времени, необходимого, чтобы быстро достать из камеры необходимый реагент) во избежание изменения температурного режима внутри камеры и негативного воздействия на хранящиеся реагенты.  Использовать хлопчатобумажные перчатки для того, чтобы достать необходимый реагент.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326A32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 xml:space="preserve">Шейкер инкубатор </w:t>
            </w:r>
            <w:r w:rsidRPr="009C4523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7078" w:type="dxa"/>
          </w:tcPr>
          <w:p w:rsidR="00A01EDA" w:rsidRPr="003B57FA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FA">
              <w:rPr>
                <w:rFonts w:ascii="Times New Roman" w:hAnsi="Times New Roman" w:cs="Times New Roman"/>
                <w:sz w:val="24"/>
                <w:szCs w:val="24"/>
              </w:rPr>
              <w:t>Воспрещается: размещать посторонние предметы на приборе; работать на приборе при снятой крышке или разбитых стеклах.</w:t>
            </w:r>
          </w:p>
          <w:p w:rsidR="00A01EDA" w:rsidRPr="003B57FA" w:rsidRDefault="00A01EDA" w:rsidP="00A32485">
            <w:pPr>
              <w:pStyle w:val="a3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неисправном оборудовании работать не допускается.</w:t>
            </w:r>
          </w:p>
          <w:p w:rsidR="00A01EDA" w:rsidRPr="003B57FA" w:rsidRDefault="00A01EDA" w:rsidP="00A32485">
            <w:pPr>
              <w:pStyle w:val="a3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неисправности прибора устранять только при снятом напряжении.</w:t>
            </w:r>
          </w:p>
          <w:p w:rsidR="00A01EDA" w:rsidRPr="003B57FA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Содержать в чистоте прибор и рабочее место. Не заполнять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сосуды внутри инкубатора.</w:t>
            </w:r>
          </w:p>
          <w:p w:rsidR="00A01EDA" w:rsidRPr="003B57FA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Во время работы внутреннее пространство и поверхности инкубатора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сильно нагревается. Необходимо использовать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чатки при установке или изъятии образцов при температуре выше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°C.</w:t>
            </w:r>
          </w:p>
          <w:p w:rsidR="00A01EDA" w:rsidRPr="0071627A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убедиться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, что все сосуды с образцами плотно закупорены. Влажность, вызванная испарением из незакрытых сосудов в инкубаторе, может повредить прибор.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lastRenderedPageBreak/>
              <w:t>Система для горизонтального гель-электрофореза (камера, источник питания</w:t>
            </w:r>
            <w:proofErr w:type="gramStart"/>
            <w:r w:rsidRPr="009C4523">
              <w:rPr>
                <w:rFonts w:ascii="Times New Roman" w:hAnsi="Times New Roman" w:cs="Times New Roman"/>
                <w:color w:val="auto"/>
              </w:rPr>
              <w:t xml:space="preserve"> )</w:t>
            </w:r>
            <w:proofErr w:type="gramEnd"/>
          </w:p>
        </w:tc>
        <w:tc>
          <w:tcPr>
            <w:tcW w:w="7078" w:type="dxa"/>
          </w:tcPr>
          <w:p w:rsidR="00A01EDA" w:rsidRPr="00D76BE0" w:rsidRDefault="00A01EDA" w:rsidP="00A32485">
            <w:pPr>
              <w:pStyle w:val="a3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оборудование по назначению. Не оставлять работающую систему без присмотра. Не допускается работать на неисправном оборудовании. Все неисправности прибора устранять только при снятом напряжении. Не снимать крышку с камеры во время выполнения заданной программы. Работать с гелем только в перчатках. Избегать попадания буфера на источник питания.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9C4523">
              <w:rPr>
                <w:rFonts w:ascii="Times New Roman" w:hAnsi="Times New Roman" w:cs="Times New Roman"/>
                <w:color w:val="auto"/>
              </w:rPr>
              <w:t>Трансиллюминатор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7078" w:type="dxa"/>
          </w:tcPr>
          <w:p w:rsidR="00A01EDA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оборудование по назначению. Не опускать защитный экран в режиме </w:t>
            </w:r>
            <w:proofErr w:type="gramStart"/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включенного</w:t>
            </w:r>
            <w:proofErr w:type="gramEnd"/>
            <w:r w:rsidRPr="00AA3E75">
              <w:rPr>
                <w:rFonts w:ascii="Times New Roman" w:hAnsi="Times New Roman" w:cs="Times New Roman"/>
                <w:sz w:val="24"/>
                <w:szCs w:val="24"/>
              </w:rPr>
              <w:t xml:space="preserve"> УФ. Для дополнительной безопасности допускается использование очков или масок с защитой </w:t>
            </w:r>
            <w:proofErr w:type="gramStart"/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A3E75">
              <w:rPr>
                <w:rFonts w:ascii="Times New Roman" w:hAnsi="Times New Roman" w:cs="Times New Roman"/>
                <w:sz w:val="24"/>
                <w:szCs w:val="24"/>
              </w:rPr>
              <w:t xml:space="preserve"> УФ.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326A32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Система </w:t>
            </w:r>
            <w:proofErr w:type="gramStart"/>
            <w:r>
              <w:rPr>
                <w:rFonts w:ascii="Times New Roman" w:hAnsi="Times New Roman" w:cs="Times New Roman"/>
              </w:rPr>
              <w:t>гель-документации</w:t>
            </w:r>
            <w:proofErr w:type="gramEnd"/>
          </w:p>
        </w:tc>
        <w:tc>
          <w:tcPr>
            <w:tcW w:w="7078" w:type="dxa"/>
          </w:tcPr>
          <w:p w:rsidR="00A01EDA" w:rsidRPr="00AA3E75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оборудование по назначению. 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523">
              <w:rPr>
                <w:rFonts w:ascii="Times New Roman" w:hAnsi="Times New Roman" w:cs="Times New Roman"/>
              </w:rPr>
              <w:t>Сухожаровый</w:t>
            </w:r>
            <w:proofErr w:type="spellEnd"/>
            <w:r w:rsidRPr="009C4523">
              <w:rPr>
                <w:rFonts w:ascii="Times New Roman" w:hAnsi="Times New Roman" w:cs="Times New Roman"/>
              </w:rPr>
              <w:t xml:space="preserve"> шкаф</w:t>
            </w:r>
          </w:p>
        </w:tc>
        <w:tc>
          <w:tcPr>
            <w:tcW w:w="7078" w:type="dxa"/>
          </w:tcPr>
          <w:p w:rsidR="00A01EDA" w:rsidRPr="00346869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допускается самостоятельная работа участников с сухожаровым шкафом</w:t>
            </w: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01EDA" w:rsidRPr="00346869" w:rsidRDefault="00A01EDA" w:rsidP="00A32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346869">
              <w:rPr>
                <w:rFonts w:ascii="Times New Roman" w:hAnsi="Times New Roman" w:cs="Times New Roman"/>
              </w:rPr>
              <w:t xml:space="preserve">Термостат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68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6869">
              <w:rPr>
                <w:rFonts w:ascii="Times New Roman" w:hAnsi="Times New Roman" w:cs="Times New Roman"/>
              </w:rPr>
              <w:t>суховоздушый</w:t>
            </w:r>
            <w:proofErr w:type="spellEnd"/>
          </w:p>
        </w:tc>
        <w:tc>
          <w:tcPr>
            <w:tcW w:w="7078" w:type="dxa"/>
          </w:tcPr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При включении электрооборудования в сеть необходимо проверить соответствие напряжения прибора, указанного, в паспорте, напряжению в сети, а также наличие заземления.</w:t>
            </w:r>
          </w:p>
          <w:p w:rsidR="00A01EDA" w:rsidRPr="00340886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При эксплуатации термостата запрещается ставить в него легко воспламеняющиеся вещества.</w:t>
            </w:r>
          </w:p>
          <w:p w:rsidR="00A01EDA" w:rsidRPr="00340886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По типу защиты от поражения электрическим током</w:t>
            </w:r>
          </w:p>
          <w:p w:rsidR="00A01EDA" w:rsidRPr="00340886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эксплуатирующего персонала термостат должен соответствовать</w:t>
            </w:r>
          </w:p>
          <w:p w:rsidR="00A01EDA" w:rsidRPr="00340886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ГОСТ </w:t>
            </w:r>
            <w:proofErr w:type="gramStart"/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40886">
              <w:rPr>
                <w:rFonts w:ascii="Times New Roman" w:hAnsi="Times New Roman" w:cs="Times New Roman"/>
                <w:sz w:val="24"/>
                <w:szCs w:val="24"/>
              </w:rPr>
              <w:t xml:space="preserve"> 51350 по классу защиты I.</w:t>
            </w:r>
          </w:p>
          <w:p w:rsidR="00A01EDA" w:rsidRPr="00340886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Подключение к сети термостата осуществляется с помощью</w:t>
            </w:r>
          </w:p>
          <w:p w:rsidR="00A01EDA" w:rsidRPr="00340886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розетки РШ-Ц-20-01-10/220УХЛ4.</w:t>
            </w:r>
          </w:p>
          <w:p w:rsidR="00A01EDA" w:rsidRPr="00340886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Заземляющий контакт розетки присоединить к контуру заземления с сопротивлением не более 4 Ом.</w:t>
            </w:r>
          </w:p>
          <w:p w:rsidR="00A01EDA" w:rsidRPr="00340886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Присоединение розетки к сети и проверку сопротивления</w:t>
            </w:r>
          </w:p>
          <w:p w:rsidR="00A01EDA" w:rsidRPr="00340886" w:rsidRDefault="00A01EDA" w:rsidP="00A324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заземления должен проводить аттестованный специалист, допущенный к работе с электроустановками напряжением до 1000В.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Для предотвращения поражения электрическим током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запрещается: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- работать с незаземленным термостатом или неисправным контур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заземления;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в качестве заземления </w:t>
            </w:r>
            <w:proofErr w:type="gramStart"/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тепловую</w:t>
            </w:r>
            <w:proofErr w:type="gramEnd"/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, газовую,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канализационную</w:t>
            </w:r>
            <w:proofErr w:type="gramEnd"/>
            <w:r w:rsidRPr="00340886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трубопроводы горючих жидкостей и </w:t>
            </w:r>
            <w:r w:rsidRPr="00340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устройств;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- включать термостат в сеть при наличии видимых повреждений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розетки, вилки или соединительного шнура;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- разбирать термостат или менять предохранитель, не отключив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от сети;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 xml:space="preserve">- помещать объект </w:t>
            </w:r>
            <w:proofErr w:type="spellStart"/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термостатирования</w:t>
            </w:r>
            <w:proofErr w:type="spellEnd"/>
            <w:r w:rsidRPr="00340886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непосредственно на дно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термостата.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Температура внутри камеры должна быть ниже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температуры воспламенения или точки сублимации загружаемого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346869" w:rsidRDefault="00A01EDA" w:rsidP="00A3248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Дистиллятор</w:t>
            </w:r>
          </w:p>
        </w:tc>
        <w:tc>
          <w:tcPr>
            <w:tcW w:w="7078" w:type="dxa"/>
          </w:tcPr>
          <w:p w:rsidR="00A01EDA" w:rsidRPr="006A30BF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333333"/>
                <w:shd w:val="clear" w:color="auto" w:fill="FFFFFF"/>
              </w:rPr>
              <w:t> </w:t>
            </w:r>
            <w:r w:rsidRPr="006A30BF">
              <w:rPr>
                <w:rFonts w:ascii="Times New Roman" w:hAnsi="Times New Roman" w:cs="Times New Roman"/>
                <w:sz w:val="24"/>
                <w:szCs w:val="24"/>
              </w:rPr>
              <w:t>Пуск дистиллятора в работу производить, убедившись в отсутствии опасности для окружающих и заполнении его водой.</w:t>
            </w:r>
          </w:p>
          <w:p w:rsidR="00A01EDA" w:rsidRPr="00340886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30BF">
              <w:rPr>
                <w:rFonts w:ascii="Times New Roman" w:hAnsi="Times New Roman" w:cs="Times New Roman"/>
                <w:sz w:val="24"/>
                <w:szCs w:val="24"/>
              </w:rPr>
              <w:t xml:space="preserve"> Если на металлических частях дистиллятора обнаружено напряжение (ощущение </w:t>
            </w:r>
            <w:proofErr w:type="spellStart"/>
            <w:r w:rsidRPr="006A30BF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6A30B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A30BF"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  <w:proofErr w:type="spellEnd"/>
            <w:r w:rsidRPr="006A30BF">
              <w:rPr>
                <w:rFonts w:ascii="Times New Roman" w:hAnsi="Times New Roman" w:cs="Times New Roman"/>
                <w:sz w:val="24"/>
                <w:szCs w:val="24"/>
              </w:rPr>
              <w:t>), электродвигатель работает на две фазы (гудит), заземляющий провод оборван, следует   и немедленно доложить об этом Главному эксперту.  При обнаружении неисправности в работе дистиллятора, самопроизвольной остановке, аварии необходимо отключить электропитание, сообщить об этом ответственному лицу и до устранения неисправности не включать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Шпатели для реактивов</w:t>
            </w:r>
          </w:p>
        </w:tc>
        <w:tc>
          <w:tcPr>
            <w:tcW w:w="7078" w:type="dxa"/>
          </w:tcPr>
          <w:p w:rsidR="00A01EDA" w:rsidRPr="00AA3E75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только по назначению.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Штатив для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пробирок</w:t>
            </w:r>
          </w:p>
        </w:tc>
        <w:tc>
          <w:tcPr>
            <w:tcW w:w="7078" w:type="dxa"/>
          </w:tcPr>
          <w:p w:rsidR="00A01EDA" w:rsidRPr="00AA3E75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только по назначению.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Бактериальные петли </w:t>
            </w:r>
          </w:p>
        </w:tc>
        <w:tc>
          <w:tcPr>
            <w:tcW w:w="7078" w:type="dxa"/>
          </w:tcPr>
          <w:p w:rsidR="00A01EDA" w:rsidRPr="00AA3E75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инструмент только по назначению. Аккуратно обращаться с инструментом для предотвращения </w:t>
            </w:r>
            <w:proofErr w:type="spellStart"/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>Электронные весы</w:t>
            </w:r>
          </w:p>
        </w:tc>
        <w:tc>
          <w:tcPr>
            <w:tcW w:w="7078" w:type="dxa"/>
          </w:tcPr>
          <w:p w:rsidR="00A01EDA" w:rsidRPr="00AA3E75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оборудование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Следить за чистотой поверхности для взвешивания.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Наконечники 10 </w:t>
            </w: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мкл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20 </w:t>
            </w: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мкл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200 </w:t>
            </w: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мкл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1000 </w:t>
            </w: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7078" w:type="dxa"/>
          </w:tcPr>
          <w:p w:rsidR="00A01EDA" w:rsidRPr="00AA3E75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только по назначению. Аккуратно обращаться с инструментом для предотвращения </w:t>
            </w:r>
            <w:proofErr w:type="spellStart"/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Пробирки 0,2 мл, 0,5 мл, 1,5 мл, 2,0 мл</w:t>
            </w:r>
          </w:p>
        </w:tc>
        <w:tc>
          <w:tcPr>
            <w:tcW w:w="7078" w:type="dxa"/>
          </w:tcPr>
          <w:p w:rsidR="00A01EDA" w:rsidRPr="00AA3E75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  <w:vAlign w:val="bottom"/>
          </w:tcPr>
          <w:p w:rsidR="00A01EDA" w:rsidRPr="009C4523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9C4523">
              <w:rPr>
                <w:rFonts w:ascii="Times New Roman" w:hAnsi="Times New Roman" w:cs="Times New Roman"/>
              </w:rPr>
              <w:t>Вода</w:t>
            </w:r>
            <w:proofErr w:type="gramEnd"/>
            <w:r w:rsidRPr="009C4523">
              <w:rPr>
                <w:rFonts w:ascii="Times New Roman" w:hAnsi="Times New Roman" w:cs="Times New Roman"/>
              </w:rPr>
              <w:t xml:space="preserve"> очищенная для ПЦР, без нуклеаз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  <w:vAlign w:val="bottom"/>
          </w:tcPr>
          <w:p w:rsidR="00A01EDA" w:rsidRPr="009C4523" w:rsidRDefault="00A01EDA" w:rsidP="00A3248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ТАЕ-буфер</w:t>
            </w:r>
            <w:proofErr w:type="gramEnd"/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  <w:vAlign w:val="bottom"/>
          </w:tcPr>
          <w:p w:rsidR="00A01EDA" w:rsidRPr="009C4523" w:rsidRDefault="00A01EDA" w:rsidP="00A32485">
            <w:pPr>
              <w:rPr>
                <w:rFonts w:ascii="Times New Roman" w:hAnsi="Times New Roman" w:cs="Times New Roman"/>
              </w:rPr>
            </w:pPr>
            <w:r w:rsidRPr="009C4523">
              <w:rPr>
                <w:rFonts w:ascii="Times New Roman" w:hAnsi="Times New Roman" w:cs="Times New Roman"/>
              </w:rPr>
              <w:t xml:space="preserve">Маркеры длины ДНК 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E226EC" w:rsidRDefault="00A01EDA" w:rsidP="00A32485">
            <w:pPr>
              <w:rPr>
                <w:rFonts w:ascii="Times New Roman" w:hAnsi="Times New Roman" w:cs="Times New Roman"/>
              </w:rPr>
            </w:pPr>
            <w:proofErr w:type="spellStart"/>
            <w:r w:rsidRPr="00E226EC">
              <w:rPr>
                <w:rFonts w:ascii="Times New Roman" w:hAnsi="Times New Roman" w:cs="Times New Roman"/>
              </w:rPr>
              <w:t>Этидий</w:t>
            </w:r>
            <w:proofErr w:type="spellEnd"/>
            <w:r w:rsidRPr="00E226EC">
              <w:rPr>
                <w:rFonts w:ascii="Times New Roman" w:hAnsi="Times New Roman" w:cs="Times New Roman"/>
              </w:rPr>
              <w:t xml:space="preserve"> бромид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59F">
              <w:rPr>
                <w:rFonts w:ascii="Times New Roman" w:hAnsi="Times New Roman" w:cs="Times New Roman"/>
                <w:shd w:val="clear" w:color="auto" w:fill="FFFFFF"/>
              </w:rPr>
              <w:t>Хранить при комнатной температуре (25 °С) в защищенном от света месте</w:t>
            </w:r>
            <w:r w:rsidRPr="0088373C">
              <w:rPr>
                <w:rFonts w:ascii="Times New Roman" w:hAnsi="Times New Roman" w:cs="Times New Roman"/>
              </w:rPr>
              <w:t>. 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  <w:r w:rsidRPr="008837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попадании на кожу или слизистые оболочки тщательно промыть соответствующий участок водой, при необходимости обратиться к врачу.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9C4523" w:rsidRDefault="00A01EDA" w:rsidP="00A32485">
            <w:pPr>
              <w:rPr>
                <w:rFonts w:ascii="Times New Roman" w:hAnsi="Times New Roman" w:cs="Times New Roman"/>
              </w:rPr>
            </w:pPr>
            <w:r w:rsidRPr="009C4523">
              <w:rPr>
                <w:rFonts w:ascii="Times New Roman" w:hAnsi="Times New Roman" w:cs="Times New Roman"/>
              </w:rPr>
              <w:t>Ампициллин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  <w:vAlign w:val="bottom"/>
          </w:tcPr>
          <w:p w:rsidR="00A01EDA" w:rsidRPr="00E226EC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E226EC">
              <w:rPr>
                <w:rFonts w:ascii="Times New Roman" w:hAnsi="Times New Roman" w:cs="Times New Roman"/>
              </w:rPr>
              <w:t>Эндонуклеаза</w:t>
            </w:r>
            <w:proofErr w:type="spellEnd"/>
            <w:r w:rsidRPr="00E226EC">
              <w:rPr>
                <w:rFonts w:ascii="Times New Roman" w:hAnsi="Times New Roman" w:cs="Times New Roman"/>
              </w:rPr>
              <w:t xml:space="preserve"> рестрикции </w:t>
            </w:r>
            <w:proofErr w:type="spellStart"/>
            <w:r w:rsidRPr="00E226EC">
              <w:rPr>
                <w:rFonts w:ascii="Times New Roman" w:hAnsi="Times New Roman" w:cs="Times New Roman"/>
              </w:rPr>
              <w:t>Hind</w:t>
            </w:r>
            <w:proofErr w:type="spellEnd"/>
            <w:r w:rsidRPr="00E226EC">
              <w:rPr>
                <w:rFonts w:ascii="Times New Roman" w:hAnsi="Times New Roman" w:cs="Times New Roman"/>
              </w:rPr>
              <w:t xml:space="preserve"> III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  <w:vAlign w:val="bottom"/>
          </w:tcPr>
          <w:p w:rsidR="00A01EDA" w:rsidRPr="00E226EC" w:rsidRDefault="00A01EDA" w:rsidP="00A32485">
            <w:pPr>
              <w:rPr>
                <w:rFonts w:ascii="Times New Roman" w:hAnsi="Times New Roman" w:cs="Times New Roman"/>
              </w:rPr>
            </w:pPr>
            <w:proofErr w:type="spellStart"/>
            <w:r w:rsidRPr="00E226EC">
              <w:rPr>
                <w:rFonts w:ascii="Times New Roman" w:hAnsi="Times New Roman" w:cs="Times New Roman"/>
              </w:rPr>
              <w:t>Эндонуклеаза</w:t>
            </w:r>
            <w:proofErr w:type="spellEnd"/>
            <w:r w:rsidRPr="00E226EC">
              <w:rPr>
                <w:rFonts w:ascii="Times New Roman" w:hAnsi="Times New Roman" w:cs="Times New Roman"/>
              </w:rPr>
              <w:t xml:space="preserve"> </w:t>
            </w:r>
            <w:r w:rsidRPr="00E226EC">
              <w:rPr>
                <w:rFonts w:ascii="Times New Roman" w:hAnsi="Times New Roman" w:cs="Times New Roman"/>
              </w:rPr>
              <w:lastRenderedPageBreak/>
              <w:t xml:space="preserve">рестрикции </w:t>
            </w:r>
            <w:proofErr w:type="spellStart"/>
            <w:r w:rsidRPr="00E226EC">
              <w:rPr>
                <w:rFonts w:ascii="Times New Roman" w:hAnsi="Times New Roman" w:cs="Times New Roman"/>
              </w:rPr>
              <w:t>BamH</w:t>
            </w:r>
            <w:proofErr w:type="spellEnd"/>
            <w:r w:rsidRPr="00E226EC">
              <w:rPr>
                <w:rFonts w:ascii="Times New Roman" w:hAnsi="Times New Roman" w:cs="Times New Roman"/>
              </w:rPr>
              <w:t xml:space="preserve"> I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lastRenderedPageBreak/>
              <w:t>реагентом в защитной одежде (медицинский халат, одноразовые перчатки).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</w:tcPr>
          <w:p w:rsidR="00A01EDA" w:rsidRPr="002756E4" w:rsidRDefault="00A01EDA" w:rsidP="00A3248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Осадок бактериальной культуры</w:t>
            </w:r>
            <w:r w:rsidRPr="002756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EA67D1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>E</w:t>
            </w:r>
            <w:r w:rsidRPr="00EA67D1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  <w:r w:rsidRPr="00EA67D1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>coli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  <w:vAlign w:val="bottom"/>
          </w:tcPr>
          <w:p w:rsidR="00A01EDA" w:rsidRPr="009C4523" w:rsidRDefault="00A01E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Образец плазмидной ДНК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  <w:vAlign w:val="bottom"/>
          </w:tcPr>
          <w:p w:rsidR="00A01EDA" w:rsidRPr="002756E4" w:rsidRDefault="00A01E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Образец музейной культуры </w:t>
            </w:r>
            <w:r w:rsidRPr="00EA67D1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EA67D1">
              <w:rPr>
                <w:rFonts w:ascii="Times New Roman" w:hAnsi="Times New Roman" w:cs="Times New Roman"/>
                <w:i/>
              </w:rPr>
              <w:t>.</w:t>
            </w:r>
            <w:r w:rsidRPr="00EA67D1">
              <w:rPr>
                <w:rFonts w:ascii="Times New Roman" w:hAnsi="Times New Roman" w:cs="Times New Roman"/>
                <w:i/>
                <w:lang w:val="en-US"/>
              </w:rPr>
              <w:t>coli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  <w:vAlign w:val="bottom"/>
          </w:tcPr>
          <w:p w:rsidR="00A01EDA" w:rsidRPr="009C4523" w:rsidRDefault="00A01E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Смесь для ПЦР с «горячим стартом»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A01EDA" w:rsidRPr="00340886" w:rsidTr="00A01EDA">
        <w:trPr>
          <w:jc w:val="center"/>
        </w:trPr>
        <w:tc>
          <w:tcPr>
            <w:tcW w:w="2493" w:type="dxa"/>
            <w:vAlign w:val="bottom"/>
          </w:tcPr>
          <w:p w:rsidR="00A01EDA" w:rsidRPr="009C4523" w:rsidRDefault="00A01EDA" w:rsidP="00A324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>
              <w:rPr>
                <w:rFonts w:ascii="Times New Roman" w:hAnsi="Times New Roman" w:cs="Times New Roman"/>
              </w:rPr>
              <w:t>праймеров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ПЦР</w:t>
            </w:r>
          </w:p>
        </w:tc>
        <w:tc>
          <w:tcPr>
            <w:tcW w:w="7078" w:type="dxa"/>
          </w:tcPr>
          <w:p w:rsidR="00A01EDA" w:rsidRPr="002E4AC7" w:rsidRDefault="00A01EDA" w:rsidP="00A32485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</w:tbl>
    <w:p w:rsidR="00A01EDA" w:rsidRPr="00A01EDA" w:rsidRDefault="00A01EDA" w:rsidP="00A01EDA">
      <w:pPr>
        <w:pStyle w:val="2"/>
        <w:spacing w:before="120"/>
        <w:jc w:val="both"/>
        <w:rPr>
          <w:rFonts w:ascii="Times New Roman" w:eastAsia="Calibri" w:hAnsi="Times New Roman" w:cs="Times New Roman"/>
          <w:b w:val="0"/>
        </w:rPr>
      </w:pPr>
      <w:r w:rsidRPr="00A01EDA">
        <w:rPr>
          <w:rFonts w:ascii="Times New Roman" w:eastAsia="Calibri" w:hAnsi="Times New Roman" w:cs="Times New Roman"/>
          <w:b w:val="0"/>
        </w:rPr>
        <w:lastRenderedPageBreak/>
        <w:t>3.2. При выполнении конкурсных заданий и уборке рабочих мест:</w:t>
      </w:r>
    </w:p>
    <w:p w:rsidR="00A01EDA" w:rsidRPr="00A01EDA" w:rsidRDefault="00A01EDA" w:rsidP="00A01EDA">
      <w:pPr>
        <w:pStyle w:val="2"/>
        <w:spacing w:before="120"/>
        <w:jc w:val="both"/>
        <w:rPr>
          <w:rFonts w:ascii="Times New Roman" w:eastAsia="Calibri" w:hAnsi="Times New Roman" w:cs="Times New Roman"/>
          <w:b w:val="0"/>
        </w:rPr>
      </w:pPr>
      <w:r w:rsidRPr="00A01EDA">
        <w:rPr>
          <w:rFonts w:ascii="Times New Roman" w:eastAsia="Calibri" w:hAnsi="Times New Roman" w:cs="Times New Roman"/>
          <w:b w:val="0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A01EDA" w:rsidRPr="00A01EDA" w:rsidRDefault="00A01EDA" w:rsidP="00A01EDA">
      <w:pPr>
        <w:pStyle w:val="2"/>
        <w:spacing w:before="120"/>
        <w:jc w:val="both"/>
        <w:rPr>
          <w:rFonts w:ascii="Times New Roman" w:eastAsia="Calibri" w:hAnsi="Times New Roman" w:cs="Times New Roman"/>
          <w:b w:val="0"/>
        </w:rPr>
      </w:pPr>
      <w:r w:rsidRPr="00A01EDA">
        <w:rPr>
          <w:rFonts w:ascii="Times New Roman" w:eastAsia="Calibri" w:hAnsi="Times New Roman" w:cs="Times New Roman"/>
          <w:b w:val="0"/>
        </w:rPr>
        <w:t xml:space="preserve">- применять спецодежду, </w:t>
      </w:r>
      <w:proofErr w:type="spellStart"/>
      <w:r w:rsidRPr="00A01EDA">
        <w:rPr>
          <w:rFonts w:ascii="Times New Roman" w:eastAsia="Calibri" w:hAnsi="Times New Roman" w:cs="Times New Roman"/>
          <w:b w:val="0"/>
        </w:rPr>
        <w:t>спецобувь</w:t>
      </w:r>
      <w:proofErr w:type="spellEnd"/>
      <w:r w:rsidRPr="00A01EDA">
        <w:rPr>
          <w:rFonts w:ascii="Times New Roman" w:eastAsia="Calibri" w:hAnsi="Times New Roman" w:cs="Times New Roman"/>
          <w:b w:val="0"/>
        </w:rPr>
        <w:t xml:space="preserve"> и другие средства защиты;</w:t>
      </w:r>
    </w:p>
    <w:p w:rsidR="00A01EDA" w:rsidRPr="00A01EDA" w:rsidRDefault="00A01EDA" w:rsidP="00A01EDA">
      <w:pPr>
        <w:pStyle w:val="2"/>
        <w:spacing w:before="120"/>
        <w:jc w:val="both"/>
        <w:rPr>
          <w:rFonts w:ascii="Times New Roman" w:eastAsia="Calibri" w:hAnsi="Times New Roman" w:cs="Times New Roman"/>
          <w:b w:val="0"/>
        </w:rPr>
      </w:pPr>
      <w:r w:rsidRPr="00A01EDA">
        <w:rPr>
          <w:rFonts w:ascii="Times New Roman" w:eastAsia="Calibri" w:hAnsi="Times New Roman" w:cs="Times New Roman"/>
          <w:b w:val="0"/>
        </w:rPr>
        <w:t>- соблюдать настоящую инструкцию;</w:t>
      </w:r>
    </w:p>
    <w:p w:rsidR="00A01EDA" w:rsidRPr="00A01EDA" w:rsidRDefault="00A01EDA" w:rsidP="00A01EDA">
      <w:pPr>
        <w:pStyle w:val="2"/>
        <w:spacing w:before="120"/>
        <w:jc w:val="both"/>
        <w:rPr>
          <w:rFonts w:ascii="Times New Roman" w:eastAsia="Calibri" w:hAnsi="Times New Roman" w:cs="Times New Roman"/>
          <w:b w:val="0"/>
        </w:rPr>
      </w:pPr>
      <w:r w:rsidRPr="00A01EDA">
        <w:rPr>
          <w:rFonts w:ascii="Times New Roman" w:eastAsia="Calibri" w:hAnsi="Times New Roman" w:cs="Times New Roman"/>
          <w:b w:val="0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A01EDA" w:rsidRPr="00A01EDA" w:rsidRDefault="00A01EDA" w:rsidP="00A01EDA">
      <w:pPr>
        <w:pStyle w:val="2"/>
        <w:spacing w:before="120"/>
        <w:jc w:val="both"/>
        <w:rPr>
          <w:rFonts w:ascii="Times New Roman" w:eastAsia="Calibri" w:hAnsi="Times New Roman" w:cs="Times New Roman"/>
          <w:b w:val="0"/>
        </w:rPr>
      </w:pPr>
      <w:r w:rsidRPr="00A01EDA">
        <w:rPr>
          <w:rFonts w:ascii="Times New Roman" w:eastAsia="Calibri" w:hAnsi="Times New Roman" w:cs="Times New Roman"/>
          <w:b w:val="0"/>
        </w:rPr>
        <w:t>- поддерживать порядок и чистоту на рабочем месте;</w:t>
      </w:r>
    </w:p>
    <w:p w:rsidR="00A01EDA" w:rsidRPr="00A01EDA" w:rsidRDefault="00A01EDA" w:rsidP="00A01EDA">
      <w:pPr>
        <w:pStyle w:val="2"/>
        <w:spacing w:before="120"/>
        <w:jc w:val="both"/>
        <w:rPr>
          <w:rFonts w:ascii="Times New Roman" w:eastAsia="Calibri" w:hAnsi="Times New Roman" w:cs="Times New Roman"/>
          <w:b w:val="0"/>
        </w:rPr>
      </w:pPr>
      <w:r w:rsidRPr="00A01EDA">
        <w:rPr>
          <w:rFonts w:ascii="Times New Roman" w:eastAsia="Calibri" w:hAnsi="Times New Roman" w:cs="Times New Roman"/>
          <w:b w:val="0"/>
        </w:rPr>
        <w:t>- рабочий инструмент располагать таким образом, чтобы исключалась возможность его скатывания и падения;</w:t>
      </w:r>
    </w:p>
    <w:p w:rsidR="00A01EDA" w:rsidRPr="00A01EDA" w:rsidRDefault="00A01EDA" w:rsidP="00A01EDA">
      <w:pPr>
        <w:pStyle w:val="2"/>
        <w:spacing w:before="120"/>
        <w:jc w:val="both"/>
        <w:rPr>
          <w:rFonts w:ascii="Times New Roman" w:eastAsia="Calibri" w:hAnsi="Times New Roman" w:cs="Times New Roman"/>
          <w:b w:val="0"/>
        </w:rPr>
      </w:pPr>
      <w:r w:rsidRPr="00A01EDA">
        <w:rPr>
          <w:rFonts w:ascii="Times New Roman" w:eastAsia="Calibri" w:hAnsi="Times New Roman" w:cs="Times New Roman"/>
          <w:b w:val="0"/>
        </w:rPr>
        <w:t>- выполнять конкурсные задания только исправным инструментом;</w:t>
      </w:r>
    </w:p>
    <w:p w:rsidR="00A01EDA" w:rsidRDefault="00A01EDA" w:rsidP="00A01EDA">
      <w:pPr>
        <w:pStyle w:val="2"/>
        <w:spacing w:before="120"/>
        <w:jc w:val="both"/>
        <w:rPr>
          <w:rFonts w:ascii="Times New Roman" w:eastAsia="Calibri" w:hAnsi="Times New Roman" w:cs="Times New Roman"/>
          <w:b w:val="0"/>
        </w:rPr>
      </w:pPr>
      <w:r w:rsidRPr="00A01EDA">
        <w:rPr>
          <w:rFonts w:ascii="Times New Roman" w:eastAsia="Calibri" w:hAnsi="Times New Roman" w:cs="Times New Roman"/>
          <w:b w:val="0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A01EDA" w:rsidRDefault="00A01EDA" w:rsidP="00A01EDA">
      <w:pPr>
        <w:pStyle w:val="2"/>
        <w:spacing w:before="120"/>
        <w:rPr>
          <w:rFonts w:ascii="Times New Roman" w:eastAsia="Calibri" w:hAnsi="Times New Roman" w:cs="Times New Roman"/>
          <w:b w:val="0"/>
        </w:rPr>
      </w:pPr>
    </w:p>
    <w:p w:rsidR="00871C64" w:rsidRDefault="00D43012" w:rsidP="00A01EDA">
      <w:pPr>
        <w:pStyle w:val="2"/>
        <w:spacing w:before="120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>4. Требования охраны труда в аварийных ситуациях</w:t>
      </w:r>
      <w:bookmarkEnd w:id="6"/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507427600"/>
      <w:r w:rsidRPr="00A01EDA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незамедлительно сообщить об этом эксперту.</w:t>
      </w:r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</w:t>
      </w:r>
      <w:r w:rsidRPr="00A01EDA">
        <w:rPr>
          <w:rFonts w:ascii="Times New Roman" w:hAnsi="Times New Roman" w:cs="Times New Roman"/>
          <w:sz w:val="28"/>
          <w:szCs w:val="28"/>
        </w:rPr>
        <w:lastRenderedPageBreak/>
        <w:t>пострадавшему, вызвать скорую медицинскую помощь, при необходимости отправить пострадавшего в ближайшее лечебное учреждение.</w:t>
      </w:r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 и других участников.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 ткани натурального состава, облиться водой, запрещается бежать – бег только усилит интенсивность горения.</w:t>
      </w:r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удушья, смоченную ветошь приложить к носу и нагнувшись, как можно ближе к  полу быстро двигаться (ползти) в сторону эвакуационного выхода.</w:t>
      </w:r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4.6. При обнаружении взрывоопасного или подозрительного предмета не подходите близко к нему, </w:t>
      </w:r>
      <w:proofErr w:type="gramStart"/>
      <w:r w:rsidRPr="00A01EDA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A01EDA">
        <w:rPr>
          <w:rFonts w:ascii="Times New Roman" w:hAnsi="Times New Roman" w:cs="Times New Roman"/>
          <w:sz w:val="28"/>
          <w:szCs w:val="28"/>
        </w:rPr>
        <w:t>ообщите о возможной опасности находящихся поблизости экспертам или обслуживающему  персоналу.</w:t>
      </w:r>
    </w:p>
    <w:p w:rsidR="00A01EDA" w:rsidRPr="00A01EDA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спокойствие,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871C64" w:rsidRDefault="00A01EDA" w:rsidP="00A01EDA">
      <w:pPr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При рассыпании или проливании реактивов, падении стерильных чашек Петри (а также пробирок или наконечников) приостановить выполнение конкурсного задания и сообщить об этом Эксперту, а в его отсутствие заместителю главного Эксперта. Провести уборку рабочего места, заменить испорченные материалы и при возможности продолжить выполнение КЗ.</w:t>
      </w:r>
    </w:p>
    <w:p w:rsidR="00871C64" w:rsidRDefault="00D43012">
      <w:pPr>
        <w:pStyle w:val="af9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5.Требование охраны труда по окончании работ</w:t>
      </w:r>
      <w:bookmarkEnd w:id="7"/>
    </w:p>
    <w:p w:rsidR="00A01EDA" w:rsidRPr="00A01EDA" w:rsidRDefault="00A01EDA" w:rsidP="00A01EDA">
      <w:pPr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A01EDA" w:rsidRPr="00A01EDA" w:rsidRDefault="00A01EDA" w:rsidP="00A01EDA">
      <w:pPr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:rsidR="00A01EDA" w:rsidRPr="00A01EDA" w:rsidRDefault="00A01EDA" w:rsidP="00A01EDA">
      <w:pPr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5.3. Отключить инструмент и оборудование от сети.</w:t>
      </w:r>
    </w:p>
    <w:p w:rsidR="00A01EDA" w:rsidRPr="00A01EDA" w:rsidRDefault="00A01EDA" w:rsidP="00A01EDA">
      <w:pPr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:rsidR="00A01EDA" w:rsidRPr="00A01EDA" w:rsidRDefault="00A01EDA" w:rsidP="00A01EDA">
      <w:pPr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lastRenderedPageBreak/>
        <w:t xml:space="preserve">5.5. Снять, и убрать  спецодежду, </w:t>
      </w:r>
      <w:proofErr w:type="spellStart"/>
      <w:r w:rsidRPr="00A01EDA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A01EDA">
        <w:rPr>
          <w:rFonts w:ascii="Times New Roman" w:hAnsi="Times New Roman" w:cs="Times New Roman"/>
          <w:sz w:val="28"/>
          <w:szCs w:val="28"/>
        </w:rPr>
        <w:t xml:space="preserve"> и другие средства индивидуальной защиты в отведенное для хранения место.</w:t>
      </w:r>
    </w:p>
    <w:p w:rsidR="00A01EDA" w:rsidRDefault="00A01EDA" w:rsidP="00A01EDA">
      <w:pPr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bookmarkStart w:id="8" w:name="_Toc507427601"/>
    </w:p>
    <w:p w:rsidR="00A01EDA" w:rsidRDefault="00A01EDA" w:rsidP="00A01EDA">
      <w:pPr>
        <w:rPr>
          <w:rFonts w:ascii="Times New Roman" w:hAnsi="Times New Roman" w:cs="Times New Roman"/>
          <w:sz w:val="28"/>
          <w:szCs w:val="28"/>
        </w:rPr>
      </w:pPr>
    </w:p>
    <w:p w:rsidR="00A01EDA" w:rsidRDefault="00A01EDA" w:rsidP="00A01EDA">
      <w:pPr>
        <w:rPr>
          <w:rFonts w:ascii="Times New Roman" w:hAnsi="Times New Roman" w:cs="Times New Roman"/>
          <w:sz w:val="28"/>
          <w:szCs w:val="28"/>
        </w:rPr>
      </w:pPr>
    </w:p>
    <w:p w:rsidR="00871C64" w:rsidRDefault="00D43012" w:rsidP="00A01E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по охране труда для экспертов</w:t>
      </w:r>
      <w:bookmarkEnd w:id="8"/>
    </w:p>
    <w:p w:rsidR="00871C64" w:rsidRDefault="00D43012">
      <w:pPr>
        <w:pStyle w:val="1"/>
        <w:spacing w:before="12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507427602"/>
      <w:r>
        <w:rPr>
          <w:rFonts w:ascii="Times New Roman" w:hAnsi="Times New Roman" w:cs="Times New Roman"/>
          <w:color w:val="auto"/>
          <w:sz w:val="28"/>
          <w:szCs w:val="28"/>
        </w:rPr>
        <w:t>1.Общие требования охраны труда</w:t>
      </w:r>
      <w:bookmarkEnd w:id="9"/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507427603"/>
      <w:r w:rsidRPr="00A01EDA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«Геномная инженерия» допускаются лица в качестве Экспертов не моложе 18 лет, и не имеющие противопоказаний по состоянию здоровья.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1.2. Эксперт с особыми полномочиями, обязан  провести инструктаж по охране труда, имеющий действующее удостоверение «О проверке знаний требований охраны труда», а также удостоверение о прохождении пожарно-технического минимума.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мест проведения конкурса  Эксперт обязан строго соблюдать: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-правила и требования охраны труда при выполнении конкурсных заданий (видов работ)</w:t>
      </w:r>
      <w:proofErr w:type="gramStart"/>
      <w:r w:rsidRPr="00A01ED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0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lastRenderedPageBreak/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Физические: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-высокие и низкие температуры;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Химические: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-спирт этиловый, ректификованный массовой долей 96%-</w:t>
      </w:r>
      <w:proofErr w:type="spellStart"/>
      <w:r w:rsidRPr="00A01EDA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A01EDA">
        <w:rPr>
          <w:rFonts w:ascii="Times New Roman" w:hAnsi="Times New Roman" w:cs="Times New Roman"/>
          <w:sz w:val="28"/>
          <w:szCs w:val="28"/>
        </w:rPr>
        <w:t>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-бромистый </w:t>
      </w:r>
      <w:proofErr w:type="spellStart"/>
      <w:r w:rsidRPr="00A01EDA">
        <w:rPr>
          <w:rFonts w:ascii="Times New Roman" w:hAnsi="Times New Roman" w:cs="Times New Roman"/>
          <w:sz w:val="28"/>
          <w:szCs w:val="28"/>
        </w:rPr>
        <w:t>этидий</w:t>
      </w:r>
      <w:proofErr w:type="spellEnd"/>
      <w:r w:rsidRPr="00A01EDA">
        <w:rPr>
          <w:rFonts w:ascii="Times New Roman" w:hAnsi="Times New Roman" w:cs="Times New Roman"/>
          <w:sz w:val="28"/>
          <w:szCs w:val="28"/>
        </w:rPr>
        <w:t>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 щелочной раствор.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Биологические: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 бактериальные культуры.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-высокая стрессовая нагрузка;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-высокая умственная нагрузка;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-множество отвлекающих факторов;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-повышенное внимание коллег и сторонних наблюдателей;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-повышенный уровень ответственности;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-усиленная нагрузка на зрение;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-чрезмерное напряжение внимания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 халат;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 одноразовые перчатки;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1.6. При несчастном случае пострадавший или очевидец (из числа экспертов) несчастного случая обязан немедленно сообщить о случившемся Главному Эксперту. 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В комнате Главного Эксперта Компетенции «Геномная инженерия» находится аварийная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01EDA" w:rsidRPr="00A01EDA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871C64" w:rsidRDefault="00A01EDA" w:rsidP="00A01ED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lastRenderedPageBreak/>
        <w:t xml:space="preserve">1.7. Эксперты, допустившие невыполнение или нарушение инструкции по охране труда, привлекаются к ответственности в соответствии с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A01EDA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:rsidR="00871C64" w:rsidRDefault="00871C64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:rsidR="00871C64" w:rsidRDefault="00D43012">
      <w:pPr>
        <w:pStyle w:val="1"/>
        <w:spacing w:before="12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2.Требования охраны труда перед началом работы</w:t>
      </w:r>
      <w:bookmarkEnd w:id="10"/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A01EDA">
        <w:rPr>
          <w:rFonts w:ascii="Times New Roman" w:hAnsi="Times New Roman" w:cs="Times New Roman"/>
          <w:sz w:val="28"/>
          <w:szCs w:val="28"/>
        </w:rPr>
        <w:t>В день С-1, Эксперт с особыми полномочиями, ответственный за обеспечение соблюдений требований охраны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</w:t>
      </w:r>
      <w:proofErr w:type="gramEnd"/>
      <w:r w:rsidRPr="00A01EDA">
        <w:rPr>
          <w:rFonts w:ascii="Times New Roman" w:hAnsi="Times New Roman" w:cs="Times New Roman"/>
          <w:sz w:val="28"/>
          <w:szCs w:val="28"/>
        </w:rPr>
        <w:t xml:space="preserve"> описанием компетенции.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 и его исправность;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-надеть необходимые средства индивидуальной защиты;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лишние предметы и личные вещи.</w:t>
      </w:r>
    </w:p>
    <w:p w:rsidR="00871C64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1C64" w:rsidRDefault="00871C64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:rsidR="00871C64" w:rsidRDefault="00D43012">
      <w:pPr>
        <w:pStyle w:val="1"/>
        <w:spacing w:before="12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507427604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3.Требования охраны труда во время работы</w:t>
      </w:r>
      <w:bookmarkEnd w:id="11"/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bookmarkStart w:id="12" w:name="_Toc507427605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Продолжительность непрерывной работы с персональным компьютером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3.4. Во избежание поражения электрическим током запрещается: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производить самостоятельно вскрытие и ремонт оборудования;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переключать разъемы интерфейсных кабелей периферийных устрой</w:t>
      </w:r>
      <w:proofErr w:type="gramStart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ств пр</w:t>
      </w:r>
      <w:proofErr w:type="gramEnd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и включенном питании;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загромождать верхние панели устройств бумагами и посторонними предметами;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3.6. Эксперту во время работы с оргтехникой: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не производить включение/выключение аппаратов мокрыми руками;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не ставить на устройство емкости с водой, не класть металлические предметы;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не эксплуатировать аппарат, если его уронили или корпус был поврежден;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вынимать застрявшие листы можно только после отключения устройства из сети, согласно инструкции по эксплуатации;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 xml:space="preserve">-запрещается перемещать аппараты </w:t>
      </w:r>
      <w:proofErr w:type="gramStart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включенными</w:t>
      </w:r>
      <w:proofErr w:type="gramEnd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 xml:space="preserve"> в сеть;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 xml:space="preserve">- запрещается опираться на стекло </w:t>
      </w:r>
      <w:proofErr w:type="spellStart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оригиналодержателя</w:t>
      </w:r>
      <w:proofErr w:type="spellEnd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, класть на него какие-либо вещи помимо оригинала;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запрещается работать на аппарате с треснувшим стеклом;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3.8. Запрещается: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иметь при себе любые средства связи;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 xml:space="preserve">- пользоваться любой документацией </w:t>
      </w:r>
      <w:proofErr w:type="gramStart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кроме</w:t>
      </w:r>
      <w:proofErr w:type="gramEnd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 xml:space="preserve"> предусмотренной конкурсным заданием.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lastRenderedPageBreak/>
        <w:t>3.9. При неисправности оборудования (персонального компьютера и оргтехники) – прекратить работу и сообщить об этом Техническому эксперту, а в его отсутствие заместителю главного Эксперта.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надеть необходимые средства индивидуальной защиты;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:rsidR="00A01EDA" w:rsidRPr="00A01EDA" w:rsidRDefault="00A01EDA" w:rsidP="00A01EDA">
      <w:pPr>
        <w:pStyle w:val="1"/>
        <w:spacing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-держаться на расстоянии от нагревательных приборов;</w:t>
      </w:r>
    </w:p>
    <w:p w:rsidR="00871C64" w:rsidRDefault="00A01EDA" w:rsidP="00A01EDA">
      <w:pPr>
        <w:pStyle w:val="1"/>
        <w:spacing w:before="0" w:after="0" w:line="276" w:lineRule="auto"/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</w:pPr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 xml:space="preserve">- соблюдать требования техники безопасности при наблюдении за работой конкурсанта со следующим оборудованием: </w:t>
      </w:r>
      <w:proofErr w:type="spellStart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амплификатор</w:t>
      </w:r>
      <w:proofErr w:type="spellEnd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 xml:space="preserve"> с независимыми блоками, система </w:t>
      </w:r>
      <w:proofErr w:type="gramStart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гель-документации</w:t>
      </w:r>
      <w:proofErr w:type="gramEnd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 xml:space="preserve">, </w:t>
      </w:r>
      <w:proofErr w:type="spellStart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трансиллюминатор</w:t>
      </w:r>
      <w:proofErr w:type="spellEnd"/>
      <w:r w:rsidRPr="00A01EDA">
        <w:rPr>
          <w:rFonts w:ascii="Times New Roman" w:eastAsia="Calibri" w:hAnsi="Times New Roman" w:cs="Times New Roman"/>
          <w:b w:val="0"/>
          <w:smallCaps w:val="0"/>
          <w:color w:val="auto"/>
          <w:sz w:val="28"/>
          <w:szCs w:val="28"/>
        </w:rPr>
        <w:t>, бактерицидный облучатель, дистиллятор, ламинарный шкаф.</w:t>
      </w:r>
    </w:p>
    <w:p w:rsidR="00A01EDA" w:rsidRPr="00A01EDA" w:rsidRDefault="00A01EDA" w:rsidP="00A01EDA"/>
    <w:p w:rsidR="00871C64" w:rsidRDefault="00D43012">
      <w:pPr>
        <w:pStyle w:val="1"/>
        <w:spacing w:before="12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 Требования охраны труда в аварийных ситуациях</w:t>
      </w:r>
      <w:bookmarkEnd w:id="12"/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507427606"/>
      <w:r w:rsidRPr="00A01EDA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A01EDA">
        <w:rPr>
          <w:rFonts w:ascii="Times New Roman" w:hAnsi="Times New Roman" w:cs="Times New Roman"/>
          <w:sz w:val="28"/>
          <w:szCs w:val="28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lastRenderedPageBreak/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 натурального состава, облиться водой, запрещается бежать – бег только усилит интенсивность горения.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удушья, смоченную ветошь приложить к носу и нагнувшись, как можно ближе к полу быстро двигаться (ползти) в сторону</w:t>
      </w:r>
      <w:r>
        <w:rPr>
          <w:rFonts w:ascii="Times New Roman" w:hAnsi="Times New Roman" w:cs="Times New Roman"/>
          <w:sz w:val="28"/>
          <w:szCs w:val="28"/>
        </w:rPr>
        <w:t xml:space="preserve"> эвакуационного выхода.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 xml:space="preserve">4.6. При обнаружении взрывоопасного или подозрительного предмета не подходите близко к нему, сообщите о возможной опасности </w:t>
      </w:r>
      <w:proofErr w:type="gramStart"/>
      <w:r w:rsidRPr="00A01EDA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A01EDA">
        <w:rPr>
          <w:rFonts w:ascii="Times New Roman" w:hAnsi="Times New Roman" w:cs="Times New Roman"/>
          <w:sz w:val="28"/>
          <w:szCs w:val="28"/>
        </w:rPr>
        <w:t xml:space="preserve"> поблизости экспертам или обслуживающему  персоналу.</w:t>
      </w:r>
    </w:p>
    <w:p w:rsidR="00871C64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</w:t>
      </w:r>
      <w:r>
        <w:rPr>
          <w:rFonts w:ascii="Times New Roman" w:hAnsi="Times New Roman" w:cs="Times New Roman"/>
          <w:sz w:val="28"/>
          <w:szCs w:val="28"/>
        </w:rPr>
        <w:t xml:space="preserve"> (спичками, зажигалками и т.п.).</w:t>
      </w:r>
    </w:p>
    <w:p w:rsid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C64" w:rsidRDefault="00D43012">
      <w:pPr>
        <w:pStyle w:val="1"/>
        <w:spacing w:before="12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5.Требование охраны труда по окончании работ</w:t>
      </w:r>
      <w:bookmarkEnd w:id="13"/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:rsidR="00A01EDA" w:rsidRPr="00A01EDA" w:rsidRDefault="00A01EDA" w:rsidP="00A01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lastRenderedPageBreak/>
        <w:t xml:space="preserve">5.2. Привести в порядок свое рабочее место и проверить рабочие места участников. </w:t>
      </w:r>
    </w:p>
    <w:p w:rsidR="00871C64" w:rsidRDefault="00A01EDA" w:rsidP="00A01ED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1EDA">
        <w:rPr>
          <w:rFonts w:ascii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</w:t>
      </w:r>
      <w:r w:rsidR="00D43012">
        <w:rPr>
          <w:rFonts w:ascii="Times New Roman" w:hAnsi="Times New Roman" w:cs="Times New Roman"/>
          <w:sz w:val="28"/>
          <w:szCs w:val="28"/>
        </w:rPr>
        <w:t>.</w:t>
      </w:r>
    </w:p>
    <w:p w:rsidR="00871C64" w:rsidRDefault="00871C64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sectPr w:rsidR="00871C64">
      <w:headerReference w:type="default" r:id="rId10"/>
      <w:footerReference w:type="default" r:id="rId11"/>
      <w:headerReference w:type="first" r:id="rId12"/>
      <w:pgSz w:w="11906" w:h="16838"/>
      <w:pgMar w:top="1134" w:right="567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012" w:rsidRDefault="00D43012">
      <w:pPr>
        <w:spacing w:after="0" w:line="240" w:lineRule="auto"/>
      </w:pPr>
      <w:r>
        <w:separator/>
      </w:r>
    </w:p>
  </w:endnote>
  <w:endnote w:type="continuationSeparator" w:id="0">
    <w:p w:rsidR="00D43012" w:rsidRDefault="00D4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2114515"/>
      <w:docPartObj>
        <w:docPartGallery w:val="Page Numbers (Bottom of Page)"/>
        <w:docPartUnique/>
      </w:docPartObj>
    </w:sdtPr>
    <w:sdtEndPr/>
    <w:sdtContent>
      <w:p w:rsidR="00871C64" w:rsidRDefault="00D43012">
        <w:pPr>
          <w:pStyle w:val="af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50A">
          <w:rPr>
            <w:noProof/>
          </w:rPr>
          <w:t>26</w:t>
        </w:r>
        <w:r>
          <w:fldChar w:fldCharType="end"/>
        </w:r>
        <w:r>
          <w:t xml:space="preserve"> </w:t>
        </w:r>
        <w:r>
          <w:rPr>
            <w:rFonts w:ascii="Times New Roman" w:hAnsi="Times New Roman" w:cs="Times New Roman"/>
          </w:rPr>
          <w:t>«</w:t>
        </w:r>
        <w:r w:rsidR="00B802DA">
          <w:rPr>
            <w:rFonts w:ascii="Times New Roman" w:hAnsi="Times New Roman" w:cs="Times New Roman"/>
          </w:rPr>
          <w:t xml:space="preserve">Геномная инженерия </w:t>
        </w:r>
        <w:r>
          <w:rPr>
            <w:rFonts w:ascii="Times New Roman" w:hAnsi="Times New Roman" w:cs="Times New Roman"/>
          </w:rPr>
          <w:t>»</w:t>
        </w:r>
      </w:p>
    </w:sdtContent>
  </w:sdt>
  <w:p w:rsidR="00871C64" w:rsidRDefault="00871C64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left" w:pos="9135"/>
      </w:tabs>
      <w:spacing w:after="0" w:line="240" w:lineRule="auto"/>
      <w:rPr>
        <w:rFonts w:ascii="Times New Roman" w:hAnsi="Times New Roman" w:cs="Times New Roman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012" w:rsidRDefault="00D43012">
      <w:pPr>
        <w:spacing w:after="0" w:line="240" w:lineRule="auto"/>
      </w:pPr>
      <w:r>
        <w:separator/>
      </w:r>
    </w:p>
  </w:footnote>
  <w:footnote w:type="continuationSeparator" w:id="0">
    <w:p w:rsidR="00D43012" w:rsidRDefault="00D4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64" w:rsidRDefault="00871C64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64" w:rsidRDefault="00871C64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6AD9"/>
    <w:multiLevelType w:val="hybridMultilevel"/>
    <w:tmpl w:val="9F0E53A2"/>
    <w:lvl w:ilvl="0" w:tplc="F1749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14FC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7AB3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9653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EAE9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4BB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8EF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D4C6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26F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F5A58"/>
    <w:multiLevelType w:val="multilevel"/>
    <w:tmpl w:val="4338514A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">
    <w:nsid w:val="07C95832"/>
    <w:multiLevelType w:val="hybridMultilevel"/>
    <w:tmpl w:val="761A639A"/>
    <w:lvl w:ilvl="0" w:tplc="92EAB1C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12631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9EDD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27D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D651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8C8F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B629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3A60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E301E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7D5282"/>
    <w:multiLevelType w:val="multilevel"/>
    <w:tmpl w:val="DE420F94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4">
    <w:nsid w:val="09152A7E"/>
    <w:multiLevelType w:val="multilevel"/>
    <w:tmpl w:val="F5CAFE10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C2A4C26"/>
    <w:multiLevelType w:val="multilevel"/>
    <w:tmpl w:val="3E9EA66A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6">
    <w:nsid w:val="0DC606EB"/>
    <w:multiLevelType w:val="hybridMultilevel"/>
    <w:tmpl w:val="4A9832A4"/>
    <w:lvl w:ilvl="0" w:tplc="17903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7E12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6A33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DA2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61B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9832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8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6AA3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329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FF0D01"/>
    <w:multiLevelType w:val="multilevel"/>
    <w:tmpl w:val="CCD2156C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8">
    <w:nsid w:val="129F21F3"/>
    <w:multiLevelType w:val="multilevel"/>
    <w:tmpl w:val="349CD024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9">
    <w:nsid w:val="172F2833"/>
    <w:multiLevelType w:val="hybridMultilevel"/>
    <w:tmpl w:val="CA2C9234"/>
    <w:lvl w:ilvl="0" w:tplc="7D105CE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05C3E14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D3365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AF68B732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AB6E2120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2A52D59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6DE90D2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CFED9EA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83E457E0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1D0F7E43"/>
    <w:multiLevelType w:val="multilevel"/>
    <w:tmpl w:val="8ADA63F0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1">
    <w:nsid w:val="1DBB3A61"/>
    <w:multiLevelType w:val="hybridMultilevel"/>
    <w:tmpl w:val="C610CAEC"/>
    <w:lvl w:ilvl="0" w:tplc="66FEA5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C0FC113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260C21F0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3CDE9682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9146980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6290C7E4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290610A8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6D0CD8EC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6FB618F0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1F1B7509"/>
    <w:multiLevelType w:val="multilevel"/>
    <w:tmpl w:val="861C7DDA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54C1C23"/>
    <w:multiLevelType w:val="multilevel"/>
    <w:tmpl w:val="A7EA6604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14">
    <w:nsid w:val="26BF1A76"/>
    <w:multiLevelType w:val="multilevel"/>
    <w:tmpl w:val="3FA4D616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>
    <w:nsid w:val="2B7B5588"/>
    <w:multiLevelType w:val="multilevel"/>
    <w:tmpl w:val="AE30F2C4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>
    <w:nsid w:val="2D221F7C"/>
    <w:multiLevelType w:val="hybridMultilevel"/>
    <w:tmpl w:val="13146864"/>
    <w:lvl w:ilvl="0" w:tplc="4BB6F4AA">
      <w:start w:val="1"/>
      <w:numFmt w:val="bullet"/>
      <w:lvlText w:val=""/>
      <w:lvlJc w:val="left"/>
      <w:pPr>
        <w:tabs>
          <w:tab w:val="num" w:pos="208"/>
        </w:tabs>
        <w:ind w:left="928" w:hanging="360"/>
      </w:pPr>
      <w:rPr>
        <w:rFonts w:ascii="Symbol" w:hAnsi="Symbol"/>
      </w:rPr>
    </w:lvl>
    <w:lvl w:ilvl="1" w:tplc="DF1CE6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07ED1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EE72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8A13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A926C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5808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D4D4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FAA47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3499137E"/>
    <w:multiLevelType w:val="multilevel"/>
    <w:tmpl w:val="E6746C04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C620AD4"/>
    <w:multiLevelType w:val="multilevel"/>
    <w:tmpl w:val="4CEC586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9">
    <w:nsid w:val="4E01410D"/>
    <w:multiLevelType w:val="multilevel"/>
    <w:tmpl w:val="E160A1E2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7023ACC"/>
    <w:multiLevelType w:val="multilevel"/>
    <w:tmpl w:val="EC4A9C24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i/>
      </w:rPr>
    </w:lvl>
  </w:abstractNum>
  <w:abstractNum w:abstractNumId="21">
    <w:nsid w:val="5B871B27"/>
    <w:multiLevelType w:val="multilevel"/>
    <w:tmpl w:val="A12A7A50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2">
    <w:nsid w:val="63E22687"/>
    <w:multiLevelType w:val="multilevel"/>
    <w:tmpl w:val="C354FF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15"/>
  </w:num>
  <w:num w:numId="5">
    <w:abstractNumId w:val="5"/>
  </w:num>
  <w:num w:numId="6">
    <w:abstractNumId w:val="21"/>
  </w:num>
  <w:num w:numId="7">
    <w:abstractNumId w:val="13"/>
  </w:num>
  <w:num w:numId="8">
    <w:abstractNumId w:val="20"/>
  </w:num>
  <w:num w:numId="9">
    <w:abstractNumId w:val="22"/>
  </w:num>
  <w:num w:numId="10">
    <w:abstractNumId w:val="7"/>
  </w:num>
  <w:num w:numId="11">
    <w:abstractNumId w:val="17"/>
  </w:num>
  <w:num w:numId="12">
    <w:abstractNumId w:val="18"/>
  </w:num>
  <w:num w:numId="13">
    <w:abstractNumId w:val="4"/>
  </w:num>
  <w:num w:numId="14">
    <w:abstractNumId w:val="3"/>
  </w:num>
  <w:num w:numId="15">
    <w:abstractNumId w:val="19"/>
  </w:num>
  <w:num w:numId="16">
    <w:abstractNumId w:val="12"/>
  </w:num>
  <w:num w:numId="17">
    <w:abstractNumId w:val="2"/>
  </w:num>
  <w:num w:numId="18">
    <w:abstractNumId w:val="8"/>
  </w:num>
  <w:num w:numId="19">
    <w:abstractNumId w:val="10"/>
  </w:num>
  <w:num w:numId="20">
    <w:abstractNumId w:val="6"/>
  </w:num>
  <w:num w:numId="21">
    <w:abstractNumId w:val="16"/>
  </w:num>
  <w:num w:numId="22">
    <w:abstractNumId w:val="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7D6"/>
    <w:rsid w:val="0029572F"/>
    <w:rsid w:val="00871C64"/>
    <w:rsid w:val="00A01EDA"/>
    <w:rsid w:val="00B802DA"/>
    <w:rsid w:val="00B8350A"/>
    <w:rsid w:val="00D43012"/>
    <w:rsid w:val="00F1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pPr>
      <w:spacing w:after="0" w:line="240" w:lineRule="auto"/>
    </w:pPr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Subtitle"/>
    <w:basedOn w:val="a"/>
    <w:next w:val="a"/>
    <w:link w:val="a6"/>
    <w:uiPriority w:val="11"/>
    <w:qFormat/>
    <w:rPr>
      <w:color w:val="5A5A5A"/>
    </w:rPr>
  </w:style>
  <w:style w:type="table" w:customStyle="1" w:styleId="StGen0">
    <w:name w:val="StGen0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5">
    <w:name w:val="StGen5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6">
    <w:name w:val="StGen6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">
    <w:name w:val="StGen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8">
    <w:name w:val="StGen8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0">
    <w:name w:val="StGen10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1">
    <w:name w:val="StGen11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2">
    <w:name w:val="StGen1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3">
    <w:name w:val="StGen1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4">
    <w:name w:val="StGen14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5">
    <w:name w:val="StGen15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6">
    <w:name w:val="StGen16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7">
    <w:name w:val="StGen1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8">
    <w:name w:val="StGen18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9">
    <w:name w:val="StGen19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0">
    <w:name w:val="StGen20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1">
    <w:name w:val="StGen21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2">
    <w:name w:val="StGen2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3">
    <w:name w:val="StGen2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4">
    <w:name w:val="StGen24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5">
    <w:name w:val="StGen25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6">
    <w:name w:val="StGen26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7">
    <w:name w:val="StGen27"/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b/>
      <w:sz w:val="28"/>
      <w:szCs w:val="28"/>
    </w:r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character" w:styleId="af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31">
    <w:name w:val="toc 3"/>
    <w:basedOn w:val="a"/>
    <w:next w:val="a"/>
    <w:uiPriority w:val="39"/>
    <w:unhideWhenUsed/>
    <w:pPr>
      <w:tabs>
        <w:tab w:val="left" w:pos="851"/>
        <w:tab w:val="right" w:pos="10205"/>
      </w:tabs>
      <w:spacing w:after="100"/>
      <w:jc w:val="both"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customStyle="1" w:styleId="-2">
    <w:name w:val="!заголовок-2"/>
    <w:basedOn w:val="2"/>
    <w:link w:val="-20"/>
    <w:qFormat/>
    <w:rPr>
      <w:rFonts w:eastAsia="Times New Roman" w:cs="Times New Roman"/>
      <w:szCs w:val="24"/>
      <w:lang w:eastAsia="en-US"/>
    </w:rPr>
  </w:style>
  <w:style w:type="paragraph" w:customStyle="1" w:styleId="af9">
    <w:name w:val="!Текст"/>
    <w:basedOn w:val="a"/>
    <w:link w:val="afa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a">
    <w:name w:val="!Текст Знак"/>
    <w:link w:val="af9"/>
    <w:rPr>
      <w:rFonts w:ascii="Times New Roman" w:eastAsia="Times New Roman" w:hAnsi="Times New Roman" w:cs="Times New Roman"/>
      <w:szCs w:val="20"/>
    </w:rPr>
  </w:style>
  <w:style w:type="paragraph" w:styleId="afb">
    <w:name w:val="foot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bullet">
    <w:name w:val="bullet"/>
    <w:basedOn w:val="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e">
    <w:name w:val="Placeholder Text"/>
    <w:basedOn w:val="a0"/>
    <w:uiPriority w:val="99"/>
    <w:semiHidden/>
    <w:rPr>
      <w:color w:val="808080"/>
    </w:r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">
    <w:name w:val="annotation subject"/>
    <w:basedOn w:val="af"/>
    <w:next w:val="af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0"/>
    <w:link w:val="aff"/>
    <w:uiPriority w:val="99"/>
    <w:semiHidden/>
    <w:rPr>
      <w:b/>
      <w:bCs/>
      <w:sz w:val="20"/>
      <w:szCs w:val="20"/>
    </w:rPr>
  </w:style>
  <w:style w:type="paragraph" w:styleId="aff1">
    <w:name w:val="TOC Heading"/>
    <w:basedOn w:val="1"/>
    <w:next w:val="a"/>
    <w:uiPriority w:val="39"/>
    <w:semiHidden/>
    <w:unhideWhenUsed/>
    <w:qFormat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Gen28">
    <w:name w:val="StGen28"/>
    <w:basedOn w:val="a"/>
    <w:next w:val="aff2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Normal (Web)"/>
    <w:basedOn w:val="a"/>
    <w:uiPriority w:val="99"/>
    <w:unhideWhenUsed/>
    <w:rPr>
      <w:rFonts w:ascii="Times New Roman" w:hAnsi="Times New Roman" w:cs="Times New Roman"/>
      <w:sz w:val="24"/>
      <w:szCs w:val="24"/>
    </w:rPr>
  </w:style>
  <w:style w:type="paragraph" w:styleId="aff3">
    <w:name w:val="Balloon Text"/>
    <w:basedOn w:val="a"/>
    <w:link w:val="aff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802D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pPr>
      <w:spacing w:after="0" w:line="240" w:lineRule="auto"/>
    </w:pPr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Subtitle"/>
    <w:basedOn w:val="a"/>
    <w:next w:val="a"/>
    <w:link w:val="a6"/>
    <w:uiPriority w:val="11"/>
    <w:qFormat/>
    <w:rPr>
      <w:color w:val="5A5A5A"/>
    </w:rPr>
  </w:style>
  <w:style w:type="table" w:customStyle="1" w:styleId="StGen0">
    <w:name w:val="StGen0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5">
    <w:name w:val="StGen5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6">
    <w:name w:val="StGen6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">
    <w:name w:val="StGen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8">
    <w:name w:val="StGen8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0">
    <w:name w:val="StGen10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1">
    <w:name w:val="StGen11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2">
    <w:name w:val="StGen1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3">
    <w:name w:val="StGen1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4">
    <w:name w:val="StGen14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5">
    <w:name w:val="StGen15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6">
    <w:name w:val="StGen16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7">
    <w:name w:val="StGen1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8">
    <w:name w:val="StGen18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9">
    <w:name w:val="StGen19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0">
    <w:name w:val="StGen20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1">
    <w:name w:val="StGen21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2">
    <w:name w:val="StGen2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3">
    <w:name w:val="StGen2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4">
    <w:name w:val="StGen24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5">
    <w:name w:val="StGen25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6">
    <w:name w:val="StGen26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7">
    <w:name w:val="StGen27"/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b/>
      <w:sz w:val="28"/>
      <w:szCs w:val="28"/>
    </w:r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character" w:styleId="af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31">
    <w:name w:val="toc 3"/>
    <w:basedOn w:val="a"/>
    <w:next w:val="a"/>
    <w:uiPriority w:val="39"/>
    <w:unhideWhenUsed/>
    <w:pPr>
      <w:tabs>
        <w:tab w:val="left" w:pos="851"/>
        <w:tab w:val="right" w:pos="10205"/>
      </w:tabs>
      <w:spacing w:after="100"/>
      <w:jc w:val="both"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customStyle="1" w:styleId="-2">
    <w:name w:val="!заголовок-2"/>
    <w:basedOn w:val="2"/>
    <w:link w:val="-20"/>
    <w:qFormat/>
    <w:rPr>
      <w:rFonts w:eastAsia="Times New Roman" w:cs="Times New Roman"/>
      <w:szCs w:val="24"/>
      <w:lang w:eastAsia="en-US"/>
    </w:rPr>
  </w:style>
  <w:style w:type="paragraph" w:customStyle="1" w:styleId="af9">
    <w:name w:val="!Текст"/>
    <w:basedOn w:val="a"/>
    <w:link w:val="afa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a">
    <w:name w:val="!Текст Знак"/>
    <w:link w:val="af9"/>
    <w:rPr>
      <w:rFonts w:ascii="Times New Roman" w:eastAsia="Times New Roman" w:hAnsi="Times New Roman" w:cs="Times New Roman"/>
      <w:szCs w:val="20"/>
    </w:rPr>
  </w:style>
  <w:style w:type="paragraph" w:styleId="afb">
    <w:name w:val="foot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bullet">
    <w:name w:val="bullet"/>
    <w:basedOn w:val="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e">
    <w:name w:val="Placeholder Text"/>
    <w:basedOn w:val="a0"/>
    <w:uiPriority w:val="99"/>
    <w:semiHidden/>
    <w:rPr>
      <w:color w:val="808080"/>
    </w:r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">
    <w:name w:val="annotation subject"/>
    <w:basedOn w:val="af"/>
    <w:next w:val="af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0"/>
    <w:link w:val="aff"/>
    <w:uiPriority w:val="99"/>
    <w:semiHidden/>
    <w:rPr>
      <w:b/>
      <w:bCs/>
      <w:sz w:val="20"/>
      <w:szCs w:val="20"/>
    </w:rPr>
  </w:style>
  <w:style w:type="paragraph" w:styleId="aff1">
    <w:name w:val="TOC Heading"/>
    <w:basedOn w:val="1"/>
    <w:next w:val="a"/>
    <w:uiPriority w:val="39"/>
    <w:semiHidden/>
    <w:unhideWhenUsed/>
    <w:qFormat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Gen28">
    <w:name w:val="StGen28"/>
    <w:basedOn w:val="a"/>
    <w:next w:val="aff2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Normal (Web)"/>
    <w:basedOn w:val="a"/>
    <w:uiPriority w:val="99"/>
    <w:unhideWhenUsed/>
    <w:rPr>
      <w:rFonts w:ascii="Times New Roman" w:hAnsi="Times New Roman" w:cs="Times New Roman"/>
      <w:sz w:val="24"/>
      <w:szCs w:val="24"/>
    </w:rPr>
  </w:style>
  <w:style w:type="paragraph" w:styleId="aff3">
    <w:name w:val="Balloon Text"/>
    <w:basedOn w:val="a"/>
    <w:link w:val="aff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802D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emp\Rar$DIa9668.7177\&#1055;&#1088;&#1080;&#1083;&#1086;&#1078;&#1077;&#1085;&#1080;&#1077;%20&#8470;4%20&#1048;&#1085;&#1089;&#1090;&#1088;&#1091;&#1082;&#1094;&#1080;&#1103;%20&#1087;&#1086;%20&#1086;&#1093;&#1088;&#1072;&#1085;&#1077;%20&#1090;&#1088;&#1091;&#1076;&#1072;%20&#1080;%20&#1090;&#1077;&#1093;&#1085;&#1080;&#1082;&#1077;%20&#1073;&#1077;&#1079;&#1086;&#1087;&#1072;&#1089;&#1085;&#1086;&#1089;&#1090;&#1080;%20&#1087;&#1086;%20&#1082;&#1086;&#1084;&#1087;&#1077;&#1090;&#1077;&#1085;&#1094;&#1080;&#1080;%20&#171;&#1043;&#1077;&#1085;&#1086;&#1084;&#1085;&#1072;&#1103;%20&#1080;&#1085;&#1078;&#1077;&#1085;&#1077;&#1088;&#1080;&#1103;&#1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561CB-1F05-40A7-9A8B-1887EEEE7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№4 Инструкция по охране труда и технике безопасности по компетенции «Геномная инженерия»</Template>
  <TotalTime>23</TotalTime>
  <Pages>26</Pages>
  <Words>6121</Words>
  <Characters>34893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2023-05-25T10:13:00Z</dcterms:created>
  <dcterms:modified xsi:type="dcterms:W3CDTF">2023-05-25T10:43:00Z</dcterms:modified>
</cp:coreProperties>
</file>